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55C4" w:rsidRPr="00013675" w:rsidRDefault="004E55C4" w:rsidP="004E55C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13675">
        <w:rPr>
          <w:rFonts w:ascii="Corbel" w:hAnsi="Corbel"/>
          <w:b/>
          <w:smallCaps/>
          <w:sz w:val="24"/>
          <w:szCs w:val="24"/>
        </w:rPr>
        <w:t>SYLABUS</w:t>
      </w:r>
    </w:p>
    <w:p w:rsidR="004E55C4" w:rsidRPr="00013675" w:rsidRDefault="004E55C4" w:rsidP="004E55C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13675">
        <w:rPr>
          <w:rFonts w:ascii="Corbel" w:hAnsi="Corbel"/>
          <w:b/>
          <w:smallCaps/>
          <w:sz w:val="24"/>
          <w:szCs w:val="24"/>
        </w:rPr>
        <w:t>dotyczy cyklu kształcenia 202</w:t>
      </w:r>
      <w:r w:rsidR="002F5EED">
        <w:rPr>
          <w:rFonts w:ascii="Corbel" w:hAnsi="Corbel"/>
          <w:b/>
          <w:smallCaps/>
          <w:sz w:val="24"/>
          <w:szCs w:val="24"/>
        </w:rPr>
        <w:t>1</w:t>
      </w:r>
      <w:r w:rsidRPr="00013675">
        <w:rPr>
          <w:rFonts w:ascii="Corbel" w:hAnsi="Corbel"/>
          <w:b/>
          <w:smallCaps/>
          <w:sz w:val="24"/>
          <w:szCs w:val="24"/>
        </w:rPr>
        <w:t>/202</w:t>
      </w:r>
      <w:r w:rsidR="002F5EED">
        <w:rPr>
          <w:rFonts w:ascii="Corbel" w:hAnsi="Corbel"/>
          <w:b/>
          <w:smallCaps/>
          <w:sz w:val="24"/>
          <w:szCs w:val="24"/>
        </w:rPr>
        <w:t>6</w:t>
      </w:r>
      <w:r w:rsidRPr="00013675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4E55C4" w:rsidRPr="00013675" w:rsidRDefault="004E55C4" w:rsidP="004E55C4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013675">
        <w:rPr>
          <w:rFonts w:ascii="Corbel" w:hAnsi="Corbel"/>
          <w:sz w:val="24"/>
          <w:szCs w:val="24"/>
        </w:rPr>
        <w:t>Rok akademicki   202</w:t>
      </w:r>
      <w:r w:rsidR="002F5EED">
        <w:rPr>
          <w:rFonts w:ascii="Corbel" w:hAnsi="Corbel"/>
          <w:sz w:val="24"/>
          <w:szCs w:val="24"/>
        </w:rPr>
        <w:t>2</w:t>
      </w:r>
      <w:r w:rsidRPr="00013675">
        <w:rPr>
          <w:rFonts w:ascii="Corbel" w:hAnsi="Corbel"/>
          <w:sz w:val="24"/>
          <w:szCs w:val="24"/>
        </w:rPr>
        <w:t>/202</w:t>
      </w:r>
      <w:r w:rsidR="002F5EED">
        <w:rPr>
          <w:rFonts w:ascii="Corbel" w:hAnsi="Corbel"/>
          <w:sz w:val="24"/>
          <w:szCs w:val="24"/>
        </w:rPr>
        <w:t>3</w:t>
      </w:r>
      <w:r w:rsidRPr="00013675">
        <w:rPr>
          <w:rFonts w:ascii="Corbel" w:hAnsi="Corbel"/>
          <w:sz w:val="24"/>
          <w:szCs w:val="24"/>
        </w:rPr>
        <w:t xml:space="preserve"> oraz 202</w:t>
      </w:r>
      <w:r w:rsidR="002F5EED">
        <w:rPr>
          <w:rFonts w:ascii="Corbel" w:hAnsi="Corbel"/>
          <w:sz w:val="24"/>
          <w:szCs w:val="24"/>
        </w:rPr>
        <w:t>3</w:t>
      </w:r>
      <w:r w:rsidRPr="00013675">
        <w:rPr>
          <w:rFonts w:ascii="Corbel" w:hAnsi="Corbel"/>
          <w:sz w:val="24"/>
          <w:szCs w:val="24"/>
        </w:rPr>
        <w:t>/202</w:t>
      </w:r>
      <w:r w:rsidR="002F5EED">
        <w:rPr>
          <w:rFonts w:ascii="Corbel" w:hAnsi="Corbel"/>
          <w:sz w:val="24"/>
          <w:szCs w:val="24"/>
        </w:rPr>
        <w:t>4</w:t>
      </w:r>
      <w:bookmarkStart w:id="0" w:name="_GoBack"/>
      <w:bookmarkEnd w:id="0"/>
    </w:p>
    <w:p w:rsidR="0085747A" w:rsidRPr="0001367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01367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13675">
        <w:rPr>
          <w:rFonts w:ascii="Corbel" w:hAnsi="Corbel"/>
          <w:szCs w:val="24"/>
        </w:rPr>
        <w:t xml:space="preserve">1. </w:t>
      </w:r>
      <w:r w:rsidR="0085747A" w:rsidRPr="00013675">
        <w:rPr>
          <w:rFonts w:ascii="Corbel" w:hAnsi="Corbel"/>
          <w:szCs w:val="24"/>
        </w:rPr>
        <w:t xml:space="preserve">Podstawowe </w:t>
      </w:r>
      <w:r w:rsidR="00445970" w:rsidRPr="00013675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E55C4" w:rsidRPr="00013675" w:rsidTr="00B819C8">
        <w:tc>
          <w:tcPr>
            <w:tcW w:w="2694" w:type="dxa"/>
            <w:vAlign w:val="center"/>
          </w:tcPr>
          <w:p w:rsidR="004E55C4" w:rsidRPr="00013675" w:rsidRDefault="004E55C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367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4E55C4" w:rsidRPr="00013675" w:rsidRDefault="004E55C4" w:rsidP="004E55C4">
            <w:pPr>
              <w:pStyle w:val="Odpowiedzi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13675">
              <w:rPr>
                <w:rFonts w:ascii="Corbel" w:hAnsi="Corbel"/>
                <w:sz w:val="24"/>
                <w:szCs w:val="24"/>
              </w:rPr>
              <w:t xml:space="preserve">trening twórczości osób z niepełnosprawnością intelektualną: </w:t>
            </w:r>
          </w:p>
          <w:p w:rsidR="004E55C4" w:rsidRPr="00013675" w:rsidRDefault="004E55C4" w:rsidP="00457F8B">
            <w:pPr>
              <w:pStyle w:val="Odpowiedzi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013675">
              <w:rPr>
                <w:rFonts w:ascii="Corbel" w:hAnsi="Corbel"/>
                <w:sz w:val="24"/>
                <w:szCs w:val="24"/>
              </w:rPr>
              <w:t>muzykoterapia</w:t>
            </w:r>
          </w:p>
        </w:tc>
      </w:tr>
      <w:tr w:rsidR="004E55C4" w:rsidRPr="00013675" w:rsidTr="00B819C8">
        <w:tc>
          <w:tcPr>
            <w:tcW w:w="2694" w:type="dxa"/>
            <w:vAlign w:val="center"/>
          </w:tcPr>
          <w:p w:rsidR="004E55C4" w:rsidRPr="00013675" w:rsidRDefault="004E55C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3675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4E55C4" w:rsidRPr="00013675" w:rsidRDefault="004E55C4" w:rsidP="00C442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3675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4E55C4" w:rsidRPr="00013675" w:rsidTr="00B819C8">
        <w:tc>
          <w:tcPr>
            <w:tcW w:w="2694" w:type="dxa"/>
            <w:vAlign w:val="center"/>
          </w:tcPr>
          <w:p w:rsidR="004E55C4" w:rsidRPr="00013675" w:rsidRDefault="004E55C4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13675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4E55C4" w:rsidRPr="00013675" w:rsidRDefault="004E55C4" w:rsidP="00C442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3675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4E55C4" w:rsidRPr="00013675" w:rsidTr="00B819C8">
        <w:tc>
          <w:tcPr>
            <w:tcW w:w="2694" w:type="dxa"/>
            <w:vAlign w:val="center"/>
          </w:tcPr>
          <w:p w:rsidR="004E55C4" w:rsidRPr="00013675" w:rsidRDefault="004E55C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367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4E55C4" w:rsidRPr="00013675" w:rsidRDefault="004E55C4" w:rsidP="00C442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3675">
              <w:rPr>
                <w:rFonts w:ascii="Corbel" w:hAnsi="Corbel"/>
                <w:b w:val="0"/>
                <w:sz w:val="24"/>
                <w:szCs w:val="24"/>
              </w:rPr>
              <w:t xml:space="preserve">Instytut Pedagogiki </w:t>
            </w:r>
          </w:p>
        </w:tc>
      </w:tr>
      <w:tr w:rsidR="004E55C4" w:rsidRPr="00013675" w:rsidTr="00B819C8">
        <w:tc>
          <w:tcPr>
            <w:tcW w:w="2694" w:type="dxa"/>
            <w:vAlign w:val="center"/>
          </w:tcPr>
          <w:p w:rsidR="004E55C4" w:rsidRPr="00013675" w:rsidRDefault="004E55C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367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4E55C4" w:rsidRPr="00013675" w:rsidRDefault="004E55C4" w:rsidP="00C442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3675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4E55C4" w:rsidRPr="00013675" w:rsidTr="00B819C8">
        <w:tc>
          <w:tcPr>
            <w:tcW w:w="2694" w:type="dxa"/>
            <w:vAlign w:val="center"/>
          </w:tcPr>
          <w:p w:rsidR="004E55C4" w:rsidRPr="00013675" w:rsidRDefault="004E55C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367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4E55C4" w:rsidRPr="00013675" w:rsidRDefault="004E55C4" w:rsidP="00C442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3675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4E55C4" w:rsidRPr="00013675" w:rsidTr="00B819C8">
        <w:tc>
          <w:tcPr>
            <w:tcW w:w="2694" w:type="dxa"/>
            <w:vAlign w:val="center"/>
          </w:tcPr>
          <w:p w:rsidR="004E55C4" w:rsidRPr="00013675" w:rsidRDefault="004E55C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367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4E55C4" w:rsidRPr="00013675" w:rsidRDefault="004E55C4" w:rsidP="00C442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3675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4E55C4" w:rsidRPr="00013675" w:rsidTr="00B819C8">
        <w:tc>
          <w:tcPr>
            <w:tcW w:w="2694" w:type="dxa"/>
            <w:vAlign w:val="center"/>
          </w:tcPr>
          <w:p w:rsidR="004E55C4" w:rsidRPr="00013675" w:rsidRDefault="004E55C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367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4E55C4" w:rsidRPr="00013675" w:rsidRDefault="004E55C4" w:rsidP="00C442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3675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4E55C4" w:rsidRPr="00013675" w:rsidTr="00B819C8">
        <w:tc>
          <w:tcPr>
            <w:tcW w:w="2694" w:type="dxa"/>
            <w:vAlign w:val="center"/>
          </w:tcPr>
          <w:p w:rsidR="004E55C4" w:rsidRPr="00013675" w:rsidRDefault="004E55C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367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4E55C4" w:rsidRPr="00013675" w:rsidRDefault="004E55C4" w:rsidP="00C442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3675">
              <w:rPr>
                <w:rFonts w:ascii="Corbel" w:hAnsi="Corbel"/>
                <w:b w:val="0"/>
                <w:sz w:val="24"/>
                <w:szCs w:val="24"/>
              </w:rPr>
              <w:t>II rok, 4 s</w:t>
            </w:r>
            <w:r w:rsidR="000A071B" w:rsidRPr="00013675">
              <w:rPr>
                <w:rFonts w:ascii="Corbel" w:hAnsi="Corbel"/>
                <w:b w:val="0"/>
                <w:sz w:val="24"/>
                <w:szCs w:val="24"/>
              </w:rPr>
              <w:t>emestr; III rok, 5 semestr</w:t>
            </w:r>
            <w:r w:rsidRPr="0001367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4E55C4" w:rsidRPr="00013675" w:rsidTr="00B819C8">
        <w:tc>
          <w:tcPr>
            <w:tcW w:w="2694" w:type="dxa"/>
            <w:vAlign w:val="center"/>
          </w:tcPr>
          <w:p w:rsidR="004E55C4" w:rsidRPr="00013675" w:rsidRDefault="004E55C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367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4E55C4" w:rsidRPr="00013675" w:rsidRDefault="004E55C4" w:rsidP="00C442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3675">
              <w:rPr>
                <w:rFonts w:ascii="Corbel" w:hAnsi="Corbel"/>
                <w:b w:val="0"/>
                <w:sz w:val="24"/>
                <w:szCs w:val="24"/>
              </w:rPr>
              <w:t>Moduł E.I. Edukacja i rehabilitacja osób z niepełnosprawnością intelektualną, Moduł E.2. Przygotowanie dydaktyczno-metodyczne; przedmiot specjalnościowy</w:t>
            </w:r>
          </w:p>
        </w:tc>
      </w:tr>
      <w:tr w:rsidR="004E55C4" w:rsidRPr="00013675" w:rsidTr="00B819C8">
        <w:tc>
          <w:tcPr>
            <w:tcW w:w="2694" w:type="dxa"/>
            <w:vAlign w:val="center"/>
          </w:tcPr>
          <w:p w:rsidR="004E55C4" w:rsidRPr="00013675" w:rsidRDefault="004E55C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367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4E55C4" w:rsidRPr="00013675" w:rsidRDefault="004E55C4" w:rsidP="00C442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367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E55C4" w:rsidRPr="00013675" w:rsidTr="00B819C8">
        <w:tc>
          <w:tcPr>
            <w:tcW w:w="2694" w:type="dxa"/>
            <w:vAlign w:val="center"/>
          </w:tcPr>
          <w:p w:rsidR="004E55C4" w:rsidRPr="00013675" w:rsidRDefault="004E55C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367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4E55C4" w:rsidRPr="00013675" w:rsidRDefault="004E55C4" w:rsidP="00C442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3675">
              <w:rPr>
                <w:rFonts w:ascii="Corbel" w:hAnsi="Corbel"/>
                <w:b w:val="0"/>
                <w:sz w:val="24"/>
                <w:szCs w:val="24"/>
              </w:rPr>
              <w:t>dr Beata Gumienny, dr Aleksandra Mach</w:t>
            </w:r>
          </w:p>
        </w:tc>
      </w:tr>
      <w:tr w:rsidR="0085747A" w:rsidRPr="00013675" w:rsidTr="00B819C8">
        <w:tc>
          <w:tcPr>
            <w:tcW w:w="2694" w:type="dxa"/>
            <w:vAlign w:val="center"/>
          </w:tcPr>
          <w:p w:rsidR="0085747A" w:rsidRPr="0001367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367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013675" w:rsidRDefault="004E55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3675">
              <w:rPr>
                <w:rFonts w:ascii="Corbel" w:hAnsi="Corbel"/>
                <w:b w:val="0"/>
                <w:sz w:val="24"/>
                <w:szCs w:val="24"/>
              </w:rPr>
              <w:t>Dr Wojciech Motyka</w:t>
            </w:r>
          </w:p>
        </w:tc>
      </w:tr>
    </w:tbl>
    <w:p w:rsidR="0085747A" w:rsidRPr="00013675" w:rsidRDefault="0085747A" w:rsidP="004E55C4">
      <w:pPr>
        <w:pStyle w:val="Podpunkty"/>
        <w:ind w:left="0"/>
        <w:rPr>
          <w:rFonts w:ascii="Corbel" w:hAnsi="Corbel"/>
          <w:sz w:val="24"/>
          <w:szCs w:val="24"/>
        </w:rPr>
      </w:pPr>
      <w:r w:rsidRPr="00013675">
        <w:rPr>
          <w:rFonts w:ascii="Corbel" w:hAnsi="Corbel"/>
          <w:sz w:val="24"/>
          <w:szCs w:val="24"/>
        </w:rPr>
        <w:t xml:space="preserve">* </w:t>
      </w:r>
      <w:r w:rsidRPr="00013675">
        <w:rPr>
          <w:rFonts w:ascii="Corbel" w:hAnsi="Corbel"/>
          <w:i/>
          <w:sz w:val="24"/>
          <w:szCs w:val="24"/>
        </w:rPr>
        <w:t>-</w:t>
      </w:r>
      <w:r w:rsidR="00B90885" w:rsidRPr="0001367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013675">
        <w:rPr>
          <w:rFonts w:ascii="Corbel" w:hAnsi="Corbel"/>
          <w:b w:val="0"/>
          <w:sz w:val="24"/>
          <w:szCs w:val="24"/>
        </w:rPr>
        <w:t>e,</w:t>
      </w:r>
      <w:r w:rsidRPr="00013675">
        <w:rPr>
          <w:rFonts w:ascii="Corbel" w:hAnsi="Corbel"/>
          <w:i/>
          <w:sz w:val="24"/>
          <w:szCs w:val="24"/>
        </w:rPr>
        <w:t xml:space="preserve"> </w:t>
      </w:r>
      <w:r w:rsidRPr="0001367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01367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01367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4E55C4" w:rsidRPr="00013675" w:rsidRDefault="004E55C4" w:rsidP="008E37F9">
      <w:pPr>
        <w:pStyle w:val="Podpunkty"/>
        <w:ind w:left="284"/>
        <w:rPr>
          <w:rFonts w:ascii="Corbel" w:hAnsi="Corbel"/>
          <w:sz w:val="24"/>
          <w:szCs w:val="24"/>
        </w:rPr>
      </w:pPr>
      <w:r w:rsidRPr="00013675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4E55C4" w:rsidRPr="00013675" w:rsidTr="00C442B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C4" w:rsidRPr="00013675" w:rsidRDefault="004E55C4" w:rsidP="00C442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3675">
              <w:rPr>
                <w:rFonts w:ascii="Corbel" w:hAnsi="Corbel"/>
                <w:szCs w:val="24"/>
              </w:rPr>
              <w:t>Semestr</w:t>
            </w:r>
          </w:p>
          <w:p w:rsidR="004E55C4" w:rsidRPr="00013675" w:rsidRDefault="004E55C4" w:rsidP="00C442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3675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5C4" w:rsidRPr="00013675" w:rsidRDefault="004E55C4" w:rsidP="00C442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13675">
              <w:rPr>
                <w:rFonts w:ascii="Corbel" w:hAnsi="Corbel"/>
                <w:szCs w:val="24"/>
              </w:rPr>
              <w:t>Wykł</w:t>
            </w:r>
            <w:proofErr w:type="spellEnd"/>
            <w:r w:rsidRPr="0001367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5C4" w:rsidRPr="00013675" w:rsidRDefault="004E55C4" w:rsidP="00C442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367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5C4" w:rsidRPr="00013675" w:rsidRDefault="004E55C4" w:rsidP="00C442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13675">
              <w:rPr>
                <w:rFonts w:ascii="Corbel" w:hAnsi="Corbel"/>
                <w:szCs w:val="24"/>
              </w:rPr>
              <w:t>Konw</w:t>
            </w:r>
            <w:proofErr w:type="spellEnd"/>
            <w:r w:rsidRPr="0001367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5C4" w:rsidRPr="00013675" w:rsidRDefault="004E55C4" w:rsidP="00C442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367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5C4" w:rsidRPr="00013675" w:rsidRDefault="004E55C4" w:rsidP="00C442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13675">
              <w:rPr>
                <w:rFonts w:ascii="Corbel" w:hAnsi="Corbel"/>
                <w:szCs w:val="24"/>
              </w:rPr>
              <w:t>Sem</w:t>
            </w:r>
            <w:proofErr w:type="spellEnd"/>
            <w:r w:rsidRPr="0001367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5C4" w:rsidRPr="00013675" w:rsidRDefault="004E55C4" w:rsidP="00C442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367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5C4" w:rsidRPr="00013675" w:rsidRDefault="004E55C4" w:rsidP="00C442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13675">
              <w:rPr>
                <w:rFonts w:ascii="Corbel" w:hAnsi="Corbel"/>
                <w:szCs w:val="24"/>
              </w:rPr>
              <w:t>Prakt</w:t>
            </w:r>
            <w:proofErr w:type="spellEnd"/>
            <w:r w:rsidRPr="0001367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5C4" w:rsidRPr="00013675" w:rsidRDefault="004E55C4" w:rsidP="00C442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3675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5C4" w:rsidRPr="00013675" w:rsidRDefault="004E55C4" w:rsidP="00C442B4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13675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4E55C4" w:rsidRPr="00013675" w:rsidTr="00C442B4">
        <w:trPr>
          <w:trHeight w:val="286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C4" w:rsidRPr="00013675" w:rsidRDefault="004E55C4" w:rsidP="00C442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13675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5C4" w:rsidRPr="00013675" w:rsidRDefault="004E55C4" w:rsidP="00C442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5C4" w:rsidRPr="00013675" w:rsidRDefault="004E55C4" w:rsidP="00C442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5C4" w:rsidRPr="00013675" w:rsidRDefault="004E55C4" w:rsidP="00C442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5C4" w:rsidRPr="00013675" w:rsidRDefault="004E55C4" w:rsidP="00C442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5C4" w:rsidRPr="00013675" w:rsidRDefault="004E55C4" w:rsidP="00C442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5C4" w:rsidRPr="00013675" w:rsidRDefault="004E55C4" w:rsidP="00C442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5C4" w:rsidRPr="00013675" w:rsidRDefault="004E55C4" w:rsidP="00C442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5C4" w:rsidRPr="00013675" w:rsidRDefault="004E55C4" w:rsidP="00C442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1367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55C4" w:rsidRPr="00013675" w:rsidRDefault="004E55C4" w:rsidP="00C442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1367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E55C4" w:rsidRPr="00013675" w:rsidTr="00C442B4">
        <w:trPr>
          <w:trHeight w:val="285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C4" w:rsidRPr="00013675" w:rsidRDefault="004E55C4" w:rsidP="00C442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13675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5C4" w:rsidRPr="00013675" w:rsidRDefault="004E55C4" w:rsidP="00C442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5C4" w:rsidRPr="00013675" w:rsidRDefault="004E55C4" w:rsidP="00C442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5C4" w:rsidRPr="00013675" w:rsidRDefault="004E55C4" w:rsidP="00C442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5C4" w:rsidRPr="00013675" w:rsidRDefault="004E55C4" w:rsidP="00C442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5C4" w:rsidRPr="00013675" w:rsidRDefault="004E55C4" w:rsidP="00C442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5C4" w:rsidRPr="00013675" w:rsidRDefault="004E55C4" w:rsidP="00C442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5C4" w:rsidRPr="00013675" w:rsidRDefault="004E55C4" w:rsidP="00C442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5C4" w:rsidRPr="00013675" w:rsidRDefault="004E55C4" w:rsidP="00C442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1367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5C4" w:rsidRPr="00013675" w:rsidRDefault="004E55C4" w:rsidP="00C442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1367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4E55C4" w:rsidRPr="00013675" w:rsidRDefault="004E55C4" w:rsidP="004E55C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4E55C4" w:rsidRPr="00013675" w:rsidRDefault="004E55C4" w:rsidP="004E55C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13675">
        <w:rPr>
          <w:rFonts w:ascii="Corbel" w:hAnsi="Corbel"/>
          <w:smallCaps w:val="0"/>
          <w:szCs w:val="24"/>
        </w:rPr>
        <w:t>1.2.</w:t>
      </w:r>
      <w:r w:rsidRPr="00013675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4E55C4" w:rsidRPr="00013675" w:rsidRDefault="004E55C4" w:rsidP="004E55C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13675">
        <w:rPr>
          <w:rFonts w:ascii="Corbel" w:eastAsia="MS Gothic" w:hAnsi="Corbel"/>
          <w:b w:val="0"/>
          <w:szCs w:val="24"/>
        </w:rPr>
        <w:sym w:font="Wingdings" w:char="F078"/>
      </w:r>
      <w:r w:rsidRPr="00013675">
        <w:rPr>
          <w:rFonts w:ascii="Corbel" w:eastAsia="MS Gothic" w:hAnsi="Corbel"/>
          <w:b w:val="0"/>
          <w:szCs w:val="24"/>
        </w:rPr>
        <w:t xml:space="preserve"> </w:t>
      </w:r>
      <w:r w:rsidRPr="00013675">
        <w:rPr>
          <w:rFonts w:ascii="Corbel" w:hAnsi="Corbel"/>
          <w:b w:val="0"/>
          <w:smallCaps w:val="0"/>
          <w:szCs w:val="24"/>
        </w:rPr>
        <w:t xml:space="preserve">zajęcia w formie tradycyjnej </w:t>
      </w:r>
      <w:r w:rsidRPr="00013675">
        <w:rPr>
          <w:rFonts w:ascii="Corbel" w:hAnsi="Corbel"/>
          <w:smallCaps w:val="0"/>
          <w:szCs w:val="24"/>
        </w:rPr>
        <w:t xml:space="preserve"> </w:t>
      </w:r>
    </w:p>
    <w:p w:rsidR="004E55C4" w:rsidRPr="00013675" w:rsidRDefault="004E55C4" w:rsidP="004E55C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13675">
        <w:rPr>
          <w:rFonts w:ascii="MS Gothic" w:eastAsia="MS Gothic" w:hAnsi="MS Gothic" w:cs="MS Gothic" w:hint="eastAsia"/>
          <w:b w:val="0"/>
          <w:szCs w:val="24"/>
        </w:rPr>
        <w:t>☐</w:t>
      </w:r>
      <w:r w:rsidRPr="0001367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4E55C4" w:rsidRPr="00013675" w:rsidRDefault="004E55C4" w:rsidP="004E55C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E55C4" w:rsidRPr="00013675" w:rsidRDefault="004E55C4" w:rsidP="004E55C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13675">
        <w:rPr>
          <w:rFonts w:ascii="Corbel" w:hAnsi="Corbel"/>
          <w:smallCaps w:val="0"/>
          <w:szCs w:val="24"/>
        </w:rPr>
        <w:t xml:space="preserve">1.3 </w:t>
      </w:r>
      <w:r w:rsidRPr="00013675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:rsidR="004E55C4" w:rsidRPr="00013675" w:rsidRDefault="004E55C4" w:rsidP="004E55C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013675">
        <w:rPr>
          <w:rFonts w:ascii="Corbel" w:hAnsi="Corbel"/>
          <w:smallCaps w:val="0"/>
          <w:szCs w:val="24"/>
        </w:rPr>
        <w:tab/>
      </w:r>
      <w:r w:rsidRPr="00013675">
        <w:rPr>
          <w:rFonts w:ascii="Corbel" w:hAnsi="Corbel"/>
          <w:b w:val="0"/>
          <w:smallCaps w:val="0"/>
          <w:szCs w:val="24"/>
        </w:rPr>
        <w:t>zaliczenie z oceną</w:t>
      </w:r>
      <w:r w:rsidRPr="00013675">
        <w:rPr>
          <w:rFonts w:ascii="Corbel" w:hAnsi="Corbel"/>
          <w:b w:val="0"/>
          <w:szCs w:val="24"/>
        </w:rPr>
        <w:t xml:space="preserve"> </w:t>
      </w:r>
    </w:p>
    <w:p w:rsidR="009C54AE" w:rsidRPr="00013675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01367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1367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013675" w:rsidTr="00745302">
        <w:tc>
          <w:tcPr>
            <w:tcW w:w="9670" w:type="dxa"/>
          </w:tcPr>
          <w:p w:rsidR="0085747A" w:rsidRPr="00013675" w:rsidRDefault="00D42282" w:rsidP="00205181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szCs w:val="24"/>
              </w:rPr>
              <w:t xml:space="preserve">Student zna </w:t>
            </w:r>
            <w:r w:rsidR="00205181" w:rsidRPr="00013675">
              <w:rPr>
                <w:rFonts w:ascii="Corbel" w:hAnsi="Corbel"/>
                <w:b w:val="0"/>
                <w:smallCaps w:val="0"/>
                <w:szCs w:val="24"/>
              </w:rPr>
              <w:t>określenie osoby z niepełnosprawnością intelektualną</w:t>
            </w:r>
            <w:r w:rsidRPr="00013675">
              <w:rPr>
                <w:rFonts w:ascii="Corbel" w:hAnsi="Corbel"/>
                <w:b w:val="0"/>
                <w:smallCaps w:val="0"/>
                <w:szCs w:val="24"/>
              </w:rPr>
              <w:t>, oraz specyfikę</w:t>
            </w:r>
            <w:r w:rsidR="00205181" w:rsidRPr="00013675">
              <w:rPr>
                <w:rFonts w:ascii="Corbel" w:hAnsi="Corbel"/>
                <w:b w:val="0"/>
                <w:smallCaps w:val="0"/>
                <w:szCs w:val="24"/>
              </w:rPr>
              <w:t xml:space="preserve"> jej</w:t>
            </w:r>
            <w:r w:rsidRPr="00013675">
              <w:rPr>
                <w:rFonts w:ascii="Corbel" w:hAnsi="Corbel"/>
                <w:b w:val="0"/>
                <w:smallCaps w:val="0"/>
                <w:szCs w:val="24"/>
              </w:rPr>
              <w:t xml:space="preserve"> funkcjonowania. Posiada wiedzę z zakresu pedagogiki ogólnej, podstawowych oddziaływań wychowawczych oraz podstawowych zasad muzyki.</w:t>
            </w:r>
          </w:p>
        </w:tc>
      </w:tr>
    </w:tbl>
    <w:p w:rsidR="00153C41" w:rsidRPr="0001367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01367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13675">
        <w:rPr>
          <w:rFonts w:ascii="Corbel" w:hAnsi="Corbel"/>
          <w:szCs w:val="24"/>
        </w:rPr>
        <w:t>3.</w:t>
      </w:r>
      <w:r w:rsidR="0085747A" w:rsidRPr="00013675">
        <w:rPr>
          <w:rFonts w:ascii="Corbel" w:hAnsi="Corbel"/>
          <w:szCs w:val="24"/>
        </w:rPr>
        <w:t xml:space="preserve"> </w:t>
      </w:r>
      <w:r w:rsidR="00A84C85" w:rsidRPr="00013675">
        <w:rPr>
          <w:rFonts w:ascii="Corbel" w:hAnsi="Corbel"/>
          <w:szCs w:val="24"/>
        </w:rPr>
        <w:t>cele, efekty uczenia się</w:t>
      </w:r>
      <w:r w:rsidR="0085747A" w:rsidRPr="00013675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01367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013675">
        <w:rPr>
          <w:rFonts w:ascii="Corbel" w:hAnsi="Corbel"/>
          <w:sz w:val="24"/>
          <w:szCs w:val="24"/>
        </w:rPr>
        <w:t xml:space="preserve">3.1 </w:t>
      </w:r>
      <w:r w:rsidR="00C05F44" w:rsidRPr="00013675">
        <w:rPr>
          <w:rFonts w:ascii="Corbel" w:hAnsi="Corbel"/>
          <w:sz w:val="24"/>
          <w:szCs w:val="24"/>
        </w:rPr>
        <w:t>Cele przedmiotu</w:t>
      </w:r>
    </w:p>
    <w:p w:rsidR="00F83B28" w:rsidRPr="0001367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013675" w:rsidTr="00923D7D">
        <w:tc>
          <w:tcPr>
            <w:tcW w:w="851" w:type="dxa"/>
            <w:vAlign w:val="center"/>
          </w:tcPr>
          <w:p w:rsidR="0085747A" w:rsidRPr="00013675" w:rsidRDefault="008E5A9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13675">
              <w:rPr>
                <w:rFonts w:ascii="Corbel" w:hAnsi="Corbel"/>
                <w:b w:val="0"/>
                <w:sz w:val="24"/>
                <w:szCs w:val="24"/>
              </w:rPr>
              <w:lastRenderedPageBreak/>
              <w:t>C1</w:t>
            </w:r>
          </w:p>
        </w:tc>
        <w:tc>
          <w:tcPr>
            <w:tcW w:w="8819" w:type="dxa"/>
            <w:vAlign w:val="center"/>
          </w:tcPr>
          <w:p w:rsidR="0085747A" w:rsidRPr="00013675" w:rsidRDefault="008E5A94" w:rsidP="00D4228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13675">
              <w:rPr>
                <w:rFonts w:ascii="Corbel" w:hAnsi="Corbel"/>
                <w:b w:val="0"/>
                <w:sz w:val="24"/>
                <w:szCs w:val="24"/>
              </w:rPr>
              <w:t>Zapoznanie studentów z terminologią muzykoterapii.</w:t>
            </w:r>
          </w:p>
        </w:tc>
      </w:tr>
      <w:tr w:rsidR="008E5A94" w:rsidRPr="00013675" w:rsidTr="00923D7D">
        <w:tc>
          <w:tcPr>
            <w:tcW w:w="851" w:type="dxa"/>
            <w:vAlign w:val="center"/>
          </w:tcPr>
          <w:p w:rsidR="008E5A94" w:rsidRPr="00013675" w:rsidRDefault="008E5A94" w:rsidP="00812C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13675">
              <w:rPr>
                <w:rFonts w:ascii="Corbel" w:hAnsi="Corbel"/>
                <w:b w:val="0"/>
                <w:sz w:val="24"/>
                <w:szCs w:val="24"/>
              </w:rPr>
              <w:t xml:space="preserve">C2 </w:t>
            </w:r>
          </w:p>
        </w:tc>
        <w:tc>
          <w:tcPr>
            <w:tcW w:w="8819" w:type="dxa"/>
            <w:vAlign w:val="center"/>
          </w:tcPr>
          <w:p w:rsidR="008E5A94" w:rsidRPr="00013675" w:rsidRDefault="008E5A94" w:rsidP="00812C9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13675">
              <w:rPr>
                <w:rFonts w:ascii="Corbel" w:hAnsi="Corbel"/>
                <w:b w:val="0"/>
                <w:sz w:val="24"/>
                <w:szCs w:val="24"/>
              </w:rPr>
              <w:t>Doskonalenie warsztatu muzycznego.</w:t>
            </w:r>
          </w:p>
        </w:tc>
      </w:tr>
      <w:tr w:rsidR="008E5A94" w:rsidRPr="00013675" w:rsidTr="00923D7D">
        <w:tc>
          <w:tcPr>
            <w:tcW w:w="851" w:type="dxa"/>
            <w:vAlign w:val="center"/>
          </w:tcPr>
          <w:p w:rsidR="008E5A94" w:rsidRPr="00013675" w:rsidRDefault="008E5A94" w:rsidP="008479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13675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E5A94" w:rsidRPr="00013675" w:rsidRDefault="008E5A94" w:rsidP="0084795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13675">
              <w:rPr>
                <w:rFonts w:ascii="Corbel" w:hAnsi="Corbel"/>
                <w:b w:val="0"/>
                <w:sz w:val="24"/>
                <w:szCs w:val="24"/>
              </w:rPr>
              <w:t>Wzbogacanie wiedzy dotyczącej terapeutycznych walorów muzyki oraz poznanie zasad odpowiedniego doboru materiału muzycznego do celów terapii.</w:t>
            </w:r>
          </w:p>
        </w:tc>
      </w:tr>
      <w:tr w:rsidR="008E5A94" w:rsidRPr="00013675" w:rsidTr="00923D7D">
        <w:tc>
          <w:tcPr>
            <w:tcW w:w="851" w:type="dxa"/>
            <w:vAlign w:val="center"/>
          </w:tcPr>
          <w:p w:rsidR="008E5A94" w:rsidRPr="00013675" w:rsidRDefault="008E5A94" w:rsidP="007A148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1367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8E5A94" w:rsidRPr="00013675" w:rsidRDefault="008E5A94" w:rsidP="007A148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13675">
              <w:rPr>
                <w:rFonts w:ascii="Corbel" w:hAnsi="Corbel"/>
                <w:b w:val="0"/>
                <w:sz w:val="24"/>
                <w:szCs w:val="24"/>
              </w:rPr>
              <w:t>Zapoznanie z formami, metodami i technikami muzykoterapii.</w:t>
            </w:r>
          </w:p>
        </w:tc>
      </w:tr>
      <w:tr w:rsidR="008E5A94" w:rsidRPr="00013675" w:rsidTr="00923D7D">
        <w:tc>
          <w:tcPr>
            <w:tcW w:w="851" w:type="dxa"/>
            <w:vAlign w:val="center"/>
          </w:tcPr>
          <w:p w:rsidR="008E5A94" w:rsidRPr="00013675" w:rsidRDefault="008E5A94" w:rsidP="00766E4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13675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8E5A94" w:rsidRPr="00013675" w:rsidRDefault="008E5A94" w:rsidP="00766E4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13675">
              <w:rPr>
                <w:rFonts w:ascii="Corbel" w:hAnsi="Corbel"/>
                <w:b w:val="0"/>
                <w:sz w:val="24"/>
                <w:szCs w:val="24"/>
              </w:rPr>
              <w:t>Wzbogacanie poczucia odpowiedzialności za podejmowane decyzje w działaniach pedagogicznych i terapeutycznych.</w:t>
            </w:r>
          </w:p>
        </w:tc>
      </w:tr>
      <w:tr w:rsidR="008E5A94" w:rsidRPr="00013675" w:rsidTr="00923D7D">
        <w:tc>
          <w:tcPr>
            <w:tcW w:w="851" w:type="dxa"/>
            <w:vAlign w:val="center"/>
          </w:tcPr>
          <w:p w:rsidR="008E5A94" w:rsidRPr="00013675" w:rsidRDefault="008E5A94" w:rsidP="00766E4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13675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8E5A94" w:rsidRPr="00013675" w:rsidRDefault="008E5A94" w:rsidP="00766E4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13675">
              <w:rPr>
                <w:rFonts w:ascii="Corbel" w:hAnsi="Corbel"/>
                <w:b w:val="0"/>
                <w:sz w:val="24"/>
                <w:szCs w:val="24"/>
              </w:rPr>
              <w:t>Tworzenie konspektów muzykoterapeutycznych.</w:t>
            </w:r>
          </w:p>
        </w:tc>
      </w:tr>
    </w:tbl>
    <w:p w:rsidR="0085747A" w:rsidRPr="0001367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013675" w:rsidRDefault="009F4610" w:rsidP="008E37F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13675">
        <w:rPr>
          <w:rFonts w:ascii="Corbel" w:hAnsi="Corbel"/>
          <w:b/>
          <w:sz w:val="24"/>
          <w:szCs w:val="24"/>
        </w:rPr>
        <w:t xml:space="preserve">3.2 </w:t>
      </w:r>
      <w:r w:rsidR="001D7B54" w:rsidRPr="00013675">
        <w:rPr>
          <w:rFonts w:ascii="Corbel" w:hAnsi="Corbel"/>
          <w:b/>
          <w:sz w:val="24"/>
          <w:szCs w:val="24"/>
        </w:rPr>
        <w:t xml:space="preserve">Efekty </w:t>
      </w:r>
      <w:r w:rsidR="00C05F44" w:rsidRPr="0001367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013675">
        <w:rPr>
          <w:rFonts w:ascii="Corbel" w:hAnsi="Corbel"/>
          <w:b/>
          <w:sz w:val="24"/>
          <w:szCs w:val="24"/>
        </w:rPr>
        <w:t>dla przedmiotu</w:t>
      </w:r>
      <w:r w:rsidR="00445970" w:rsidRPr="00013675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6662"/>
        <w:gridCol w:w="1603"/>
      </w:tblGrid>
      <w:tr w:rsidR="0085747A" w:rsidRPr="00013675" w:rsidTr="004E55C4">
        <w:tc>
          <w:tcPr>
            <w:tcW w:w="1418" w:type="dxa"/>
            <w:vAlign w:val="center"/>
          </w:tcPr>
          <w:p w:rsidR="0085747A" w:rsidRPr="0001367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367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01367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01367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01367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662" w:type="dxa"/>
            <w:vAlign w:val="center"/>
          </w:tcPr>
          <w:p w:rsidR="0085747A" w:rsidRPr="0001367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01367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01367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590" w:type="dxa"/>
            <w:vAlign w:val="center"/>
          </w:tcPr>
          <w:p w:rsidR="004E55C4" w:rsidRPr="0001367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</w:t>
            </w:r>
          </w:p>
          <w:p w:rsidR="0085747A" w:rsidRPr="0001367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szCs w:val="24"/>
              </w:rPr>
              <w:t xml:space="preserve">kierunkowych </w:t>
            </w:r>
            <w:r w:rsidR="0030395F" w:rsidRPr="0001367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B37CF" w:rsidRPr="00013675" w:rsidTr="004E55C4">
        <w:tc>
          <w:tcPr>
            <w:tcW w:w="1418" w:type="dxa"/>
            <w:vAlign w:val="center"/>
          </w:tcPr>
          <w:p w:rsidR="00FB37CF" w:rsidRPr="00013675" w:rsidRDefault="00FB37CF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662" w:type="dxa"/>
            <w:vAlign w:val="center"/>
          </w:tcPr>
          <w:p w:rsidR="00FB37CF" w:rsidRPr="00013675" w:rsidRDefault="00FB37CF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szCs w:val="24"/>
              </w:rPr>
              <w:t>Student/-ka zna i rozumie</w:t>
            </w:r>
          </w:p>
        </w:tc>
        <w:tc>
          <w:tcPr>
            <w:tcW w:w="1590" w:type="dxa"/>
            <w:vAlign w:val="center"/>
          </w:tcPr>
          <w:p w:rsidR="00FB37CF" w:rsidRPr="00013675" w:rsidRDefault="00FB37CF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013675" w:rsidTr="004E55C4">
        <w:tc>
          <w:tcPr>
            <w:tcW w:w="1418" w:type="dxa"/>
          </w:tcPr>
          <w:p w:rsidR="0085747A" w:rsidRPr="0001367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1367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662" w:type="dxa"/>
          </w:tcPr>
          <w:p w:rsidR="0010459E" w:rsidRPr="00013675" w:rsidRDefault="00FB37CF" w:rsidP="00FB37C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5A7DB6" w:rsidRPr="00013675">
              <w:rPr>
                <w:rFonts w:ascii="Corbel" w:hAnsi="Corbel"/>
                <w:b w:val="0"/>
                <w:smallCaps w:val="0"/>
                <w:szCs w:val="24"/>
              </w:rPr>
              <w:t>indywidualne podejście do problemów</w:t>
            </w:r>
            <w:r w:rsidR="00205181" w:rsidRPr="00013675">
              <w:rPr>
                <w:rFonts w:ascii="Corbel" w:hAnsi="Corbel"/>
                <w:b w:val="0"/>
                <w:smallCaps w:val="0"/>
                <w:szCs w:val="24"/>
              </w:rPr>
              <w:t xml:space="preserve"> osób z niepełnosprawnością intelektualną</w:t>
            </w:r>
            <w:r w:rsidR="005A7DB6" w:rsidRPr="00013675">
              <w:rPr>
                <w:rFonts w:ascii="Corbel" w:hAnsi="Corbel"/>
                <w:b w:val="0"/>
                <w:smallCaps w:val="0"/>
                <w:szCs w:val="24"/>
              </w:rPr>
              <w:t>, a także</w:t>
            </w:r>
            <w:r w:rsidR="00345C09" w:rsidRPr="00013675">
              <w:rPr>
                <w:rFonts w:ascii="Corbel" w:hAnsi="Corbel"/>
                <w:b w:val="0"/>
                <w:smallCaps w:val="0"/>
                <w:szCs w:val="24"/>
              </w:rPr>
              <w:t xml:space="preserve"> ma wie</w:t>
            </w:r>
            <w:r w:rsidR="0010459E" w:rsidRPr="00013675">
              <w:rPr>
                <w:rFonts w:ascii="Corbel" w:hAnsi="Corbel"/>
                <w:b w:val="0"/>
                <w:smallCaps w:val="0"/>
                <w:szCs w:val="24"/>
              </w:rPr>
              <w:t>dzę o</w:t>
            </w:r>
            <w:r w:rsidR="00345C09" w:rsidRPr="00013675">
              <w:rPr>
                <w:rFonts w:ascii="Corbel" w:hAnsi="Corbel"/>
                <w:b w:val="0"/>
                <w:smallCaps w:val="0"/>
                <w:szCs w:val="24"/>
              </w:rPr>
              <w:t xml:space="preserve"> podstawowych pojęciach muzykoterapii oraz o miejscu i znaczeniu muzykoterapii w terapii pedagogicz</w:t>
            </w:r>
            <w:r w:rsidR="008A54B5" w:rsidRPr="00013675">
              <w:rPr>
                <w:rFonts w:ascii="Corbel" w:hAnsi="Corbel"/>
                <w:b w:val="0"/>
                <w:smallCaps w:val="0"/>
                <w:szCs w:val="24"/>
              </w:rPr>
              <w:t>nej,</w:t>
            </w:r>
          </w:p>
          <w:p w:rsidR="008A54B5" w:rsidRPr="00013675" w:rsidRDefault="008A54B5" w:rsidP="008A54B5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szCs w:val="24"/>
              </w:rPr>
              <w:t>formy i narzędzia charakterystyczne i właściwe dla poznanych metod muzykoterapii,</w:t>
            </w:r>
          </w:p>
          <w:p w:rsidR="008A54B5" w:rsidRPr="00013675" w:rsidRDefault="008A54B5" w:rsidP="008A54B5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szCs w:val="24"/>
              </w:rPr>
              <w:t>podstawowe zagadnienia dotyczące muzykoterapii grupowej i indywidualnej,</w:t>
            </w:r>
          </w:p>
          <w:p w:rsidR="0085747A" w:rsidRPr="00013675" w:rsidRDefault="00123F35" w:rsidP="008A54B5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szCs w:val="24"/>
              </w:rPr>
              <w:t>zadania terapeuty i zakres czynności w toku zajęć muzykoterapeutycznych.</w:t>
            </w:r>
          </w:p>
        </w:tc>
        <w:tc>
          <w:tcPr>
            <w:tcW w:w="1590" w:type="dxa"/>
            <w:vAlign w:val="center"/>
          </w:tcPr>
          <w:p w:rsidR="0085747A" w:rsidRPr="00013675" w:rsidRDefault="00345C09" w:rsidP="004E55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szCs w:val="24"/>
              </w:rPr>
              <w:t>PS.W9</w:t>
            </w:r>
          </w:p>
          <w:p w:rsidR="00345C09" w:rsidRPr="00013675" w:rsidRDefault="00345C09" w:rsidP="004E55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szCs w:val="24"/>
              </w:rPr>
              <w:t>PS.W10</w:t>
            </w:r>
          </w:p>
          <w:p w:rsidR="00345C09" w:rsidRPr="00013675" w:rsidRDefault="00345C09" w:rsidP="004E55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szCs w:val="24"/>
              </w:rPr>
              <w:t>PS.W11</w:t>
            </w:r>
          </w:p>
        </w:tc>
      </w:tr>
      <w:tr w:rsidR="00FB37CF" w:rsidRPr="00013675" w:rsidTr="004E55C4">
        <w:tc>
          <w:tcPr>
            <w:tcW w:w="1418" w:type="dxa"/>
          </w:tcPr>
          <w:p w:rsidR="00FB37CF" w:rsidRPr="00013675" w:rsidRDefault="00FB37C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662" w:type="dxa"/>
          </w:tcPr>
          <w:p w:rsidR="00FB37CF" w:rsidRPr="00013675" w:rsidRDefault="00FB37CF" w:rsidP="00FB37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szCs w:val="24"/>
              </w:rPr>
              <w:t>Student/-ka potrafi</w:t>
            </w:r>
          </w:p>
        </w:tc>
        <w:tc>
          <w:tcPr>
            <w:tcW w:w="1590" w:type="dxa"/>
            <w:vAlign w:val="center"/>
          </w:tcPr>
          <w:p w:rsidR="00FB37CF" w:rsidRPr="00013675" w:rsidRDefault="00FB37CF" w:rsidP="004E55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013675" w:rsidTr="004E55C4">
        <w:tc>
          <w:tcPr>
            <w:tcW w:w="1418" w:type="dxa"/>
          </w:tcPr>
          <w:p w:rsidR="0085747A" w:rsidRPr="0001367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662" w:type="dxa"/>
          </w:tcPr>
          <w:p w:rsidR="00123F35" w:rsidRPr="00013675" w:rsidRDefault="00345C09" w:rsidP="008A54B5">
            <w:pPr>
              <w:pStyle w:val="Punktygwne"/>
              <w:numPr>
                <w:ilvl w:val="0"/>
                <w:numId w:val="7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szCs w:val="24"/>
              </w:rPr>
              <w:t>właściwie analizować i interpretować różne sytuacje wychowawcze, dydaktyczne i opiekuń</w:t>
            </w:r>
            <w:r w:rsidR="008A54B5" w:rsidRPr="00013675">
              <w:rPr>
                <w:rFonts w:ascii="Corbel" w:hAnsi="Corbel"/>
                <w:b w:val="0"/>
                <w:smallCaps w:val="0"/>
                <w:szCs w:val="24"/>
              </w:rPr>
              <w:t>cze,</w:t>
            </w:r>
          </w:p>
          <w:p w:rsidR="00123F35" w:rsidRPr="00013675" w:rsidRDefault="008A54B5" w:rsidP="0010459E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2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szCs w:val="24"/>
              </w:rPr>
              <w:t>obserwować</w:t>
            </w:r>
            <w:r w:rsidR="00123F35" w:rsidRPr="00013675">
              <w:rPr>
                <w:rFonts w:ascii="Corbel" w:hAnsi="Corbel"/>
                <w:b w:val="0"/>
                <w:smallCaps w:val="0"/>
                <w:szCs w:val="24"/>
              </w:rPr>
              <w:t xml:space="preserve"> kontakt terapeuta-dziecko, interakcje w grupie wychowanków oraz analizuje wnioski do dalszej pracy pe</w:t>
            </w:r>
            <w:r w:rsidRPr="00013675">
              <w:rPr>
                <w:rFonts w:ascii="Corbel" w:hAnsi="Corbel"/>
                <w:b w:val="0"/>
                <w:smallCaps w:val="0"/>
                <w:szCs w:val="24"/>
              </w:rPr>
              <w:t>dagogicznej,</w:t>
            </w:r>
          </w:p>
          <w:p w:rsidR="00123F35" w:rsidRPr="00013675" w:rsidRDefault="008A54B5" w:rsidP="0010459E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2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szCs w:val="24"/>
              </w:rPr>
              <w:t>uwzględnić</w:t>
            </w:r>
            <w:r w:rsidR="00123F35" w:rsidRPr="00013675">
              <w:rPr>
                <w:rFonts w:ascii="Corbel" w:hAnsi="Corbel"/>
                <w:b w:val="0"/>
                <w:smallCaps w:val="0"/>
                <w:szCs w:val="24"/>
              </w:rPr>
              <w:t xml:space="preserve"> zainteresowania i predyspozyc</w:t>
            </w:r>
            <w:r w:rsidR="00D22447" w:rsidRPr="00013675">
              <w:rPr>
                <w:rFonts w:ascii="Corbel" w:hAnsi="Corbel"/>
                <w:b w:val="0"/>
                <w:smallCaps w:val="0"/>
                <w:szCs w:val="24"/>
              </w:rPr>
              <w:t>je osób z niepełnosprawnością intelektualną</w:t>
            </w:r>
            <w:r w:rsidRPr="00013675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:rsidR="0085747A" w:rsidRPr="00013675" w:rsidRDefault="00123F35" w:rsidP="0010459E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2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szCs w:val="24"/>
              </w:rPr>
              <w:t>dobierać i wykorzystać informacje zawarte w dostępnej literaturze fachowej i Internecie (podanej przez prowadzącego)</w:t>
            </w:r>
            <w:r w:rsidR="008A54B5" w:rsidRPr="00013675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:rsidR="0010459E" w:rsidRPr="00013675" w:rsidRDefault="0010459E" w:rsidP="0010459E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2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szCs w:val="24"/>
              </w:rPr>
              <w:t>prowadzić zajęcia muzykoterapeutyczne z wykorzystaniem prezentacji multimedialnej, środków audiowizualnych, nagrań, płyt CD i DVD dostępnych w publikacjach i Internecie</w:t>
            </w:r>
            <w:r w:rsidR="008A54B5" w:rsidRPr="00013675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:rsidR="0010459E" w:rsidRPr="00013675" w:rsidRDefault="008A54B5" w:rsidP="00D22447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2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szCs w:val="24"/>
              </w:rPr>
              <w:t xml:space="preserve">wziąć </w:t>
            </w:r>
            <w:r w:rsidR="0010459E" w:rsidRPr="00013675">
              <w:rPr>
                <w:rFonts w:ascii="Corbel" w:hAnsi="Corbel"/>
                <w:b w:val="0"/>
                <w:smallCaps w:val="0"/>
                <w:szCs w:val="24"/>
              </w:rPr>
              <w:t>pod uwagę możliwości, potrzeby i ograniczenia</w:t>
            </w:r>
            <w:r w:rsidR="00D22447" w:rsidRPr="00013675">
              <w:rPr>
                <w:rFonts w:ascii="Corbel" w:hAnsi="Corbel"/>
                <w:b w:val="0"/>
                <w:smallCaps w:val="0"/>
                <w:szCs w:val="24"/>
              </w:rPr>
              <w:t xml:space="preserve"> osób z niepełnosprawnością intelektualną</w:t>
            </w:r>
            <w:r w:rsidR="0010459E" w:rsidRPr="00013675">
              <w:rPr>
                <w:rFonts w:ascii="Corbel" w:hAnsi="Corbel"/>
                <w:b w:val="0"/>
                <w:smallCaps w:val="0"/>
                <w:szCs w:val="24"/>
              </w:rPr>
              <w:t xml:space="preserve"> i na tej podstawie </w:t>
            </w:r>
            <w:r w:rsidRPr="00013675">
              <w:rPr>
                <w:rFonts w:ascii="Corbel" w:hAnsi="Corbel"/>
                <w:b w:val="0"/>
                <w:smallCaps w:val="0"/>
                <w:szCs w:val="24"/>
              </w:rPr>
              <w:t>modyfikować</w:t>
            </w:r>
            <w:r w:rsidR="0010459E" w:rsidRPr="00013675">
              <w:rPr>
                <w:rFonts w:ascii="Corbel" w:hAnsi="Corbel"/>
                <w:b w:val="0"/>
                <w:smallCaps w:val="0"/>
                <w:szCs w:val="24"/>
              </w:rPr>
              <w:t xml:space="preserve"> cele muzykoterapeutyczne własnej pracy.</w:t>
            </w:r>
          </w:p>
        </w:tc>
        <w:tc>
          <w:tcPr>
            <w:tcW w:w="1590" w:type="dxa"/>
            <w:vAlign w:val="center"/>
          </w:tcPr>
          <w:p w:rsidR="0085747A" w:rsidRPr="00013675" w:rsidRDefault="00345C09" w:rsidP="004E55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szCs w:val="24"/>
              </w:rPr>
              <w:t>PS.U2</w:t>
            </w:r>
          </w:p>
          <w:p w:rsidR="00345C09" w:rsidRPr="00013675" w:rsidRDefault="00345C09" w:rsidP="004E55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szCs w:val="24"/>
              </w:rPr>
              <w:t>PS.U5</w:t>
            </w:r>
          </w:p>
          <w:p w:rsidR="00345C09" w:rsidRPr="00013675" w:rsidRDefault="00345C09" w:rsidP="004E55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szCs w:val="24"/>
              </w:rPr>
              <w:t>PS.U6</w:t>
            </w:r>
          </w:p>
          <w:p w:rsidR="00345C09" w:rsidRPr="00013675" w:rsidRDefault="00345C09" w:rsidP="004E55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szCs w:val="24"/>
              </w:rPr>
              <w:t>PS.U7</w:t>
            </w:r>
          </w:p>
          <w:p w:rsidR="00345C09" w:rsidRPr="00013675" w:rsidRDefault="00345C09" w:rsidP="004E55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szCs w:val="24"/>
              </w:rPr>
              <w:t>PS.U8</w:t>
            </w:r>
          </w:p>
        </w:tc>
      </w:tr>
      <w:tr w:rsidR="00FB37CF" w:rsidRPr="00013675" w:rsidTr="004E55C4">
        <w:tc>
          <w:tcPr>
            <w:tcW w:w="1418" w:type="dxa"/>
          </w:tcPr>
          <w:p w:rsidR="00FB37CF" w:rsidRPr="00013675" w:rsidRDefault="00FB37C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662" w:type="dxa"/>
          </w:tcPr>
          <w:p w:rsidR="00FB37CF" w:rsidRPr="00013675" w:rsidRDefault="00FB37CF" w:rsidP="00FB37CF">
            <w:pPr>
              <w:pStyle w:val="Punktygwne"/>
              <w:spacing w:before="0" w:after="0"/>
              <w:ind w:left="176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szCs w:val="24"/>
              </w:rPr>
              <w:t>Student/-ka jest gotów do:</w:t>
            </w:r>
          </w:p>
        </w:tc>
        <w:tc>
          <w:tcPr>
            <w:tcW w:w="1590" w:type="dxa"/>
            <w:vAlign w:val="center"/>
          </w:tcPr>
          <w:p w:rsidR="00FB37CF" w:rsidRPr="00013675" w:rsidRDefault="00FB37CF" w:rsidP="004E55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013675" w:rsidTr="004E55C4">
        <w:tc>
          <w:tcPr>
            <w:tcW w:w="1418" w:type="dxa"/>
          </w:tcPr>
          <w:p w:rsidR="0085747A" w:rsidRPr="00013675" w:rsidRDefault="00345C0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662" w:type="dxa"/>
          </w:tcPr>
          <w:p w:rsidR="0010459E" w:rsidRPr="00013675" w:rsidRDefault="008A54B5" w:rsidP="008A54B5">
            <w:pPr>
              <w:pStyle w:val="Punktygwne"/>
              <w:numPr>
                <w:ilvl w:val="0"/>
                <w:numId w:val="6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szCs w:val="24"/>
              </w:rPr>
              <w:t>posługiwania się zasadami i normami etycznymi podczas prowadzenia zajęć muzykoterapeutycz</w:t>
            </w:r>
            <w:r w:rsidR="00D12590" w:rsidRPr="00013675">
              <w:rPr>
                <w:rFonts w:ascii="Corbel" w:hAnsi="Corbel"/>
                <w:b w:val="0"/>
                <w:smallCaps w:val="0"/>
                <w:szCs w:val="24"/>
              </w:rPr>
              <w:t>nych,</w:t>
            </w:r>
          </w:p>
          <w:p w:rsidR="0085747A" w:rsidRPr="00013675" w:rsidRDefault="00D12590" w:rsidP="00D12590">
            <w:pPr>
              <w:pStyle w:val="Punktygwne"/>
              <w:numPr>
                <w:ilvl w:val="0"/>
                <w:numId w:val="6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nawiązywania kontaktów ze specjalistami w celu dobra swoich podopiecznych, a także w celu doskonalenia swojego warsztatu pracy.</w:t>
            </w:r>
          </w:p>
        </w:tc>
        <w:tc>
          <w:tcPr>
            <w:tcW w:w="1590" w:type="dxa"/>
            <w:vAlign w:val="center"/>
          </w:tcPr>
          <w:p w:rsidR="0085747A" w:rsidRPr="00013675" w:rsidRDefault="00345C09" w:rsidP="004E55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PS.K1</w:t>
            </w:r>
          </w:p>
          <w:p w:rsidR="00345C09" w:rsidRPr="00013675" w:rsidRDefault="00345C09" w:rsidP="004E55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szCs w:val="24"/>
              </w:rPr>
              <w:t>PS.K2</w:t>
            </w:r>
          </w:p>
          <w:p w:rsidR="00345C09" w:rsidRPr="00013675" w:rsidRDefault="00345C09" w:rsidP="004E55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PS.K5</w:t>
            </w:r>
          </w:p>
          <w:p w:rsidR="00345C09" w:rsidRPr="00013675" w:rsidRDefault="00345C09" w:rsidP="004E55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szCs w:val="24"/>
              </w:rPr>
              <w:t>PS.K6</w:t>
            </w:r>
          </w:p>
        </w:tc>
      </w:tr>
    </w:tbl>
    <w:p w:rsidR="0085747A" w:rsidRPr="0001367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E37F9" w:rsidRPr="00013675" w:rsidRDefault="008E37F9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01367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13675">
        <w:rPr>
          <w:rFonts w:ascii="Corbel" w:hAnsi="Corbel"/>
          <w:b/>
          <w:sz w:val="24"/>
          <w:szCs w:val="24"/>
        </w:rPr>
        <w:t>3.3</w:t>
      </w:r>
      <w:r w:rsidR="001D7B54" w:rsidRPr="00013675">
        <w:rPr>
          <w:rFonts w:ascii="Corbel" w:hAnsi="Corbel"/>
          <w:b/>
          <w:sz w:val="24"/>
          <w:szCs w:val="24"/>
        </w:rPr>
        <w:t xml:space="preserve"> </w:t>
      </w:r>
      <w:r w:rsidR="0085747A" w:rsidRPr="00013675">
        <w:rPr>
          <w:rFonts w:ascii="Corbel" w:hAnsi="Corbel"/>
          <w:b/>
          <w:sz w:val="24"/>
          <w:szCs w:val="24"/>
        </w:rPr>
        <w:t>T</w:t>
      </w:r>
      <w:r w:rsidR="001D7B54" w:rsidRPr="00013675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013675">
        <w:rPr>
          <w:rFonts w:ascii="Corbel" w:hAnsi="Corbel"/>
          <w:sz w:val="24"/>
          <w:szCs w:val="24"/>
        </w:rPr>
        <w:t xml:space="preserve">  </w:t>
      </w:r>
    </w:p>
    <w:p w:rsidR="0085747A" w:rsidRPr="00013675" w:rsidRDefault="0085747A" w:rsidP="004E55C4">
      <w:pPr>
        <w:spacing w:line="240" w:lineRule="auto"/>
        <w:jc w:val="both"/>
        <w:rPr>
          <w:rFonts w:ascii="Corbel" w:hAnsi="Corbel"/>
          <w:sz w:val="24"/>
          <w:szCs w:val="24"/>
        </w:rPr>
      </w:pPr>
      <w:r w:rsidRPr="00013675">
        <w:rPr>
          <w:rFonts w:ascii="Corbel" w:hAnsi="Corbel"/>
          <w:sz w:val="24"/>
          <w:szCs w:val="24"/>
        </w:rPr>
        <w:t xml:space="preserve">Problematyka </w:t>
      </w:r>
      <w:r w:rsidR="00FB37CF" w:rsidRPr="00013675">
        <w:rPr>
          <w:rFonts w:ascii="Corbel" w:hAnsi="Corbel"/>
          <w:sz w:val="24"/>
          <w:szCs w:val="24"/>
        </w:rPr>
        <w:t>zajęć warsztatowych</w:t>
      </w:r>
      <w:r w:rsidRPr="00013675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013675" w:rsidTr="00923D7D">
        <w:tc>
          <w:tcPr>
            <w:tcW w:w="9639" w:type="dxa"/>
          </w:tcPr>
          <w:p w:rsidR="0085747A" w:rsidRPr="0001367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1367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96D60" w:rsidRPr="00013675" w:rsidTr="00923D7D">
        <w:tc>
          <w:tcPr>
            <w:tcW w:w="9639" w:type="dxa"/>
          </w:tcPr>
          <w:p w:rsidR="00B96D60" w:rsidRPr="00013675" w:rsidRDefault="00B96D60" w:rsidP="00D422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13675">
              <w:rPr>
                <w:rFonts w:ascii="Corbel" w:hAnsi="Corbel"/>
                <w:sz w:val="24"/>
                <w:szCs w:val="24"/>
              </w:rPr>
              <w:t>Thymiczne</w:t>
            </w:r>
            <w:proofErr w:type="spellEnd"/>
            <w:r w:rsidRPr="00013675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013675">
              <w:rPr>
                <w:rFonts w:ascii="Corbel" w:hAnsi="Corbel"/>
                <w:sz w:val="24"/>
                <w:szCs w:val="24"/>
              </w:rPr>
              <w:t>phroniczne</w:t>
            </w:r>
            <w:proofErr w:type="spellEnd"/>
            <w:r w:rsidRPr="00013675">
              <w:rPr>
                <w:rFonts w:ascii="Corbel" w:hAnsi="Corbel"/>
                <w:sz w:val="24"/>
                <w:szCs w:val="24"/>
              </w:rPr>
              <w:t xml:space="preserve"> walory muzyki – oddziaływania muzyczne.</w:t>
            </w:r>
          </w:p>
        </w:tc>
      </w:tr>
      <w:tr w:rsidR="00B96D60" w:rsidRPr="00013675" w:rsidTr="00923D7D">
        <w:tc>
          <w:tcPr>
            <w:tcW w:w="9639" w:type="dxa"/>
          </w:tcPr>
          <w:p w:rsidR="00B96D60" w:rsidRPr="00013675" w:rsidRDefault="00B96D60" w:rsidP="00D4228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13675">
              <w:rPr>
                <w:rFonts w:ascii="Corbel" w:hAnsi="Corbel"/>
                <w:sz w:val="24"/>
                <w:szCs w:val="24"/>
              </w:rPr>
              <w:t>Muzykoterapia receptywna i aktywna.</w:t>
            </w:r>
          </w:p>
        </w:tc>
      </w:tr>
      <w:tr w:rsidR="00B96D60" w:rsidRPr="00013675" w:rsidTr="00923D7D">
        <w:tc>
          <w:tcPr>
            <w:tcW w:w="9639" w:type="dxa"/>
          </w:tcPr>
          <w:p w:rsidR="00B96D60" w:rsidRPr="00013675" w:rsidRDefault="00B96D60" w:rsidP="00D2244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13675">
              <w:rPr>
                <w:rFonts w:ascii="Corbel" w:hAnsi="Corbel"/>
                <w:sz w:val="24"/>
                <w:szCs w:val="24"/>
              </w:rPr>
              <w:t>Metody i techniki muzykoterapii w pracy z</w:t>
            </w:r>
            <w:r w:rsidR="00D22447" w:rsidRPr="00013675">
              <w:rPr>
                <w:rFonts w:ascii="Corbel" w:hAnsi="Corbel"/>
                <w:sz w:val="24"/>
                <w:szCs w:val="24"/>
              </w:rPr>
              <w:t xml:space="preserve"> osobami z niepełnosprawnością intelektualną</w:t>
            </w:r>
            <w:r w:rsidRPr="0001367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96D60" w:rsidRPr="00013675" w:rsidTr="00923D7D">
        <w:tc>
          <w:tcPr>
            <w:tcW w:w="9639" w:type="dxa"/>
          </w:tcPr>
          <w:p w:rsidR="00B96D60" w:rsidRPr="00013675" w:rsidRDefault="00B96D60" w:rsidP="00D2244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13675">
              <w:rPr>
                <w:rFonts w:ascii="Corbel" w:hAnsi="Corbel"/>
                <w:sz w:val="24"/>
                <w:szCs w:val="24"/>
              </w:rPr>
              <w:t>Sposoby wykorzystania prostych instrumen</w:t>
            </w:r>
            <w:r w:rsidR="00D42282" w:rsidRPr="00013675">
              <w:rPr>
                <w:rFonts w:ascii="Corbel" w:hAnsi="Corbel"/>
                <w:sz w:val="24"/>
                <w:szCs w:val="24"/>
              </w:rPr>
              <w:t>tów</w:t>
            </w:r>
            <w:r w:rsidRPr="00013675">
              <w:rPr>
                <w:rFonts w:ascii="Corbel" w:hAnsi="Corbel"/>
                <w:sz w:val="24"/>
                <w:szCs w:val="24"/>
              </w:rPr>
              <w:t xml:space="preserve"> perkusyjnych o określonej i nieokreślonej wysokości dźwięku w muzykoterapii aktywnej.</w:t>
            </w:r>
          </w:p>
        </w:tc>
      </w:tr>
      <w:tr w:rsidR="00B96D60" w:rsidRPr="00013675" w:rsidTr="00923D7D">
        <w:tc>
          <w:tcPr>
            <w:tcW w:w="9639" w:type="dxa"/>
          </w:tcPr>
          <w:p w:rsidR="00B96D60" w:rsidRPr="00013675" w:rsidRDefault="00B96D60" w:rsidP="00D422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13675">
              <w:rPr>
                <w:rFonts w:ascii="Corbel" w:hAnsi="Corbel"/>
                <w:sz w:val="24"/>
                <w:szCs w:val="24"/>
              </w:rPr>
              <w:t>Piosenka w terapii dziecka.</w:t>
            </w:r>
          </w:p>
        </w:tc>
      </w:tr>
      <w:tr w:rsidR="00B96D60" w:rsidRPr="00013675" w:rsidTr="00923D7D">
        <w:tc>
          <w:tcPr>
            <w:tcW w:w="9639" w:type="dxa"/>
          </w:tcPr>
          <w:p w:rsidR="00B96D60" w:rsidRPr="00013675" w:rsidRDefault="00B96D60" w:rsidP="008E5A94">
            <w:pPr>
              <w:pStyle w:val="Akapitzlist"/>
              <w:spacing w:after="0" w:line="240" w:lineRule="auto"/>
              <w:ind w:left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013675">
              <w:rPr>
                <w:rFonts w:ascii="Corbel" w:hAnsi="Corbel"/>
                <w:sz w:val="24"/>
                <w:szCs w:val="24"/>
              </w:rPr>
              <w:t>Organizacja i przebieg przykładow</w:t>
            </w:r>
            <w:r w:rsidR="008E5A94" w:rsidRPr="00013675">
              <w:rPr>
                <w:rFonts w:ascii="Corbel" w:hAnsi="Corbel"/>
                <w:sz w:val="24"/>
                <w:szCs w:val="24"/>
              </w:rPr>
              <w:t>ych zajęć muzykoterapii, zadania terapeuty i jego czynności w toku zajęć muzykoterapeutycznych.</w:t>
            </w:r>
          </w:p>
        </w:tc>
      </w:tr>
      <w:tr w:rsidR="00B96D60" w:rsidRPr="00013675" w:rsidTr="00923D7D">
        <w:tc>
          <w:tcPr>
            <w:tcW w:w="9639" w:type="dxa"/>
          </w:tcPr>
          <w:p w:rsidR="00B96D60" w:rsidRPr="00013675" w:rsidRDefault="008E5A94" w:rsidP="00D42282">
            <w:pPr>
              <w:pStyle w:val="Akapitzlist"/>
              <w:spacing w:after="0" w:line="240" w:lineRule="auto"/>
              <w:ind w:left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013675">
              <w:rPr>
                <w:rFonts w:ascii="Corbel" w:hAnsi="Corbel"/>
                <w:sz w:val="24"/>
                <w:szCs w:val="24"/>
              </w:rPr>
              <w:t xml:space="preserve">Mobilna Rekreacja Muzyczna wg Macieja </w:t>
            </w:r>
            <w:proofErr w:type="spellStart"/>
            <w:r w:rsidRPr="00013675">
              <w:rPr>
                <w:rFonts w:ascii="Corbel" w:hAnsi="Corbel"/>
                <w:sz w:val="24"/>
                <w:szCs w:val="24"/>
              </w:rPr>
              <w:t>Kieryła</w:t>
            </w:r>
            <w:proofErr w:type="spellEnd"/>
          </w:p>
        </w:tc>
      </w:tr>
      <w:tr w:rsidR="008E5A94" w:rsidRPr="00013675" w:rsidTr="00923D7D">
        <w:tc>
          <w:tcPr>
            <w:tcW w:w="9639" w:type="dxa"/>
          </w:tcPr>
          <w:p w:rsidR="008E5A94" w:rsidRPr="00013675" w:rsidRDefault="008E5A94" w:rsidP="00D422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13675">
              <w:rPr>
                <w:rFonts w:ascii="Corbel" w:hAnsi="Corbel"/>
                <w:sz w:val="24"/>
                <w:szCs w:val="24"/>
              </w:rPr>
              <w:t>Scenariusze zajęć muzykoterapeutycznych.</w:t>
            </w:r>
          </w:p>
        </w:tc>
      </w:tr>
    </w:tbl>
    <w:p w:rsidR="0085747A" w:rsidRPr="0001367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01367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13675">
        <w:rPr>
          <w:rFonts w:ascii="Corbel" w:hAnsi="Corbel"/>
          <w:smallCaps w:val="0"/>
          <w:szCs w:val="24"/>
        </w:rPr>
        <w:t>3.4 Metody dydaktyczne</w:t>
      </w:r>
      <w:r w:rsidRPr="00013675">
        <w:rPr>
          <w:rFonts w:ascii="Corbel" w:hAnsi="Corbel"/>
          <w:b w:val="0"/>
          <w:smallCaps w:val="0"/>
          <w:szCs w:val="24"/>
        </w:rPr>
        <w:t xml:space="preserve"> </w:t>
      </w:r>
    </w:p>
    <w:p w:rsidR="00E960BB" w:rsidRPr="00013675" w:rsidRDefault="004E55C4" w:rsidP="004E55C4">
      <w:pPr>
        <w:pStyle w:val="Punktygwne"/>
        <w:spacing w:before="0" w:after="0"/>
        <w:ind w:firstLine="426"/>
        <w:rPr>
          <w:rFonts w:ascii="Corbel" w:hAnsi="Corbel"/>
          <w:b w:val="0"/>
          <w:smallCaps w:val="0"/>
          <w:szCs w:val="24"/>
        </w:rPr>
      </w:pPr>
      <w:r w:rsidRPr="00013675">
        <w:rPr>
          <w:rFonts w:ascii="Corbel" w:hAnsi="Corbel"/>
          <w:b w:val="0"/>
          <w:smallCaps w:val="0"/>
          <w:szCs w:val="24"/>
        </w:rPr>
        <w:t>praca w grupie, dyskusja, praca projektowa</w:t>
      </w:r>
      <w:r w:rsidR="00C44462" w:rsidRPr="00013675">
        <w:rPr>
          <w:rFonts w:ascii="Corbel" w:hAnsi="Corbel"/>
          <w:b w:val="0"/>
          <w:smallCaps w:val="0"/>
          <w:szCs w:val="24"/>
        </w:rPr>
        <w:t xml:space="preserve">, </w:t>
      </w:r>
    </w:p>
    <w:p w:rsidR="00E960BB" w:rsidRPr="0001367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01367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13675">
        <w:rPr>
          <w:rFonts w:ascii="Corbel" w:hAnsi="Corbel"/>
          <w:smallCaps w:val="0"/>
          <w:szCs w:val="24"/>
        </w:rPr>
        <w:t xml:space="preserve">4. </w:t>
      </w:r>
      <w:r w:rsidR="0085747A" w:rsidRPr="00013675">
        <w:rPr>
          <w:rFonts w:ascii="Corbel" w:hAnsi="Corbel"/>
          <w:smallCaps w:val="0"/>
          <w:szCs w:val="24"/>
        </w:rPr>
        <w:t>METODY I KRYTERIA OCENY</w:t>
      </w:r>
      <w:r w:rsidR="009F4610" w:rsidRPr="00013675">
        <w:rPr>
          <w:rFonts w:ascii="Corbel" w:hAnsi="Corbel"/>
          <w:smallCaps w:val="0"/>
          <w:szCs w:val="24"/>
        </w:rPr>
        <w:t xml:space="preserve"> </w:t>
      </w:r>
    </w:p>
    <w:p w:rsidR="00923D7D" w:rsidRPr="0001367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01367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1367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013675">
        <w:rPr>
          <w:rFonts w:ascii="Corbel" w:hAnsi="Corbel"/>
          <w:smallCaps w:val="0"/>
          <w:szCs w:val="24"/>
        </w:rPr>
        <w:t>uczenia się</w:t>
      </w:r>
    </w:p>
    <w:p w:rsidR="0085747A" w:rsidRPr="0001367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013675" w:rsidTr="00C05F44">
        <w:tc>
          <w:tcPr>
            <w:tcW w:w="1985" w:type="dxa"/>
            <w:vAlign w:val="center"/>
          </w:tcPr>
          <w:p w:rsidR="0085747A" w:rsidRPr="0001367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01367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01367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0136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4E55C4" w:rsidRPr="00013675" w:rsidRDefault="0085747A" w:rsidP="004E55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szCs w:val="24"/>
              </w:rPr>
              <w:t xml:space="preserve">Forma zajęć </w:t>
            </w:r>
          </w:p>
          <w:p w:rsidR="0085747A" w:rsidRPr="00013675" w:rsidRDefault="0085747A" w:rsidP="004E55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szCs w:val="24"/>
              </w:rPr>
              <w:t xml:space="preserve">dydaktycznych </w:t>
            </w:r>
          </w:p>
        </w:tc>
      </w:tr>
      <w:tr w:rsidR="00345C09" w:rsidRPr="00013675" w:rsidTr="00C05F44">
        <w:tc>
          <w:tcPr>
            <w:tcW w:w="1985" w:type="dxa"/>
          </w:tcPr>
          <w:p w:rsidR="00345C09" w:rsidRPr="00013675" w:rsidRDefault="00345C0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13675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13675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345C09" w:rsidRPr="00013675" w:rsidRDefault="00345C09" w:rsidP="00983C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345C09" w:rsidRPr="00013675" w:rsidRDefault="004E55C4" w:rsidP="00983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13675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E55C4" w:rsidRPr="00013675" w:rsidTr="00C05F44">
        <w:tc>
          <w:tcPr>
            <w:tcW w:w="1985" w:type="dxa"/>
          </w:tcPr>
          <w:p w:rsidR="004E55C4" w:rsidRPr="00013675" w:rsidRDefault="004E55C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367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4E55C4" w:rsidRPr="00013675" w:rsidRDefault="004E55C4" w:rsidP="00983C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Rozmowa i obserwacja w trakcie zajęć</w:t>
            </w:r>
          </w:p>
        </w:tc>
        <w:tc>
          <w:tcPr>
            <w:tcW w:w="2126" w:type="dxa"/>
          </w:tcPr>
          <w:p w:rsidR="004E55C4" w:rsidRPr="00013675" w:rsidRDefault="004E55C4" w:rsidP="00C442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13675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E55C4" w:rsidRPr="00013675" w:rsidTr="00C05F44">
        <w:tc>
          <w:tcPr>
            <w:tcW w:w="1985" w:type="dxa"/>
          </w:tcPr>
          <w:p w:rsidR="004E55C4" w:rsidRPr="00013675" w:rsidRDefault="004E55C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3675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4E55C4" w:rsidRPr="00013675" w:rsidRDefault="004E55C4" w:rsidP="00983C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Rozmowa i obserwacja w trakcie zajęć</w:t>
            </w:r>
          </w:p>
        </w:tc>
        <w:tc>
          <w:tcPr>
            <w:tcW w:w="2126" w:type="dxa"/>
          </w:tcPr>
          <w:p w:rsidR="004E55C4" w:rsidRPr="00013675" w:rsidRDefault="004E55C4" w:rsidP="00C442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13675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:rsidR="00923D7D" w:rsidRPr="0001367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01367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13675">
        <w:rPr>
          <w:rFonts w:ascii="Corbel" w:hAnsi="Corbel"/>
          <w:smallCaps w:val="0"/>
          <w:szCs w:val="24"/>
        </w:rPr>
        <w:t xml:space="preserve">4.2 </w:t>
      </w:r>
      <w:r w:rsidR="0085747A" w:rsidRPr="00013675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013675">
        <w:rPr>
          <w:rFonts w:ascii="Corbel" w:hAnsi="Corbel"/>
          <w:smallCaps w:val="0"/>
          <w:szCs w:val="24"/>
        </w:rPr>
        <w:t xml:space="preserve"> </w:t>
      </w:r>
    </w:p>
    <w:p w:rsidR="00923D7D" w:rsidRPr="0001367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013675" w:rsidTr="00923D7D">
        <w:tc>
          <w:tcPr>
            <w:tcW w:w="9670" w:type="dxa"/>
          </w:tcPr>
          <w:p w:rsidR="0085747A" w:rsidRPr="00013675" w:rsidRDefault="00B96D60" w:rsidP="008E5A9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szCs w:val="24"/>
              </w:rPr>
              <w:t>Warunkiem podstawowym zaliczenia</w:t>
            </w:r>
            <w:r w:rsidR="008E5A94" w:rsidRPr="00013675">
              <w:rPr>
                <w:rFonts w:ascii="Corbel" w:hAnsi="Corbel"/>
                <w:b w:val="0"/>
                <w:smallCaps w:val="0"/>
                <w:szCs w:val="24"/>
              </w:rPr>
              <w:t xml:space="preserve"> przedmiotu</w:t>
            </w:r>
            <w:r w:rsidRPr="00013675">
              <w:rPr>
                <w:rFonts w:ascii="Corbel" w:hAnsi="Corbel"/>
                <w:b w:val="0"/>
                <w:smallCaps w:val="0"/>
                <w:szCs w:val="24"/>
              </w:rPr>
              <w:t xml:space="preserve"> jest ob</w:t>
            </w:r>
            <w:r w:rsidRPr="00013675">
              <w:rPr>
                <w:rFonts w:ascii="Corbel" w:hAnsi="Corbel"/>
                <w:b w:val="0"/>
                <w:i/>
                <w:smallCaps w:val="0"/>
                <w:szCs w:val="24"/>
              </w:rPr>
              <w:t>e</w:t>
            </w:r>
            <w:r w:rsidRPr="00013675">
              <w:rPr>
                <w:rFonts w:ascii="Corbel" w:hAnsi="Corbel"/>
                <w:b w:val="0"/>
                <w:smallCaps w:val="0"/>
                <w:szCs w:val="24"/>
              </w:rPr>
              <w:t xml:space="preserve">cność na zajęciach i aktywny w nich </w:t>
            </w:r>
            <w:r w:rsidR="008E5A94" w:rsidRPr="00013675">
              <w:rPr>
                <w:rFonts w:ascii="Corbel" w:hAnsi="Corbel"/>
                <w:b w:val="0"/>
                <w:smallCaps w:val="0"/>
                <w:szCs w:val="24"/>
              </w:rPr>
              <w:t>udział. Wysokość oceny</w:t>
            </w:r>
            <w:r w:rsidRPr="00013675">
              <w:rPr>
                <w:rFonts w:ascii="Corbel" w:hAnsi="Corbel"/>
                <w:b w:val="0"/>
                <w:smallCaps w:val="0"/>
                <w:szCs w:val="24"/>
              </w:rPr>
              <w:t xml:space="preserve"> zależy natomiast od stopnia jakości merytorycznej przygotowanej pracy projektowej</w:t>
            </w:r>
            <w:r w:rsidR="008E5A94" w:rsidRPr="00013675">
              <w:rPr>
                <w:rFonts w:ascii="Corbel" w:hAnsi="Corbel"/>
                <w:b w:val="0"/>
                <w:smallCaps w:val="0"/>
                <w:szCs w:val="24"/>
              </w:rPr>
              <w:t xml:space="preserve"> (scenariusz zajęć muzykoterapeutycznych dla określonej grupy podopiecznych).</w:t>
            </w:r>
            <w:r w:rsidR="008E37F9" w:rsidRPr="00013675">
              <w:rPr>
                <w:rFonts w:ascii="Corbel" w:hAnsi="Corbel"/>
                <w:b w:val="0"/>
                <w:smallCaps w:val="0"/>
                <w:szCs w:val="24"/>
              </w:rPr>
              <w:t xml:space="preserve"> Ocena pracy studenta w skali od </w:t>
            </w:r>
            <w:proofErr w:type="spellStart"/>
            <w:r w:rsidR="008E37F9" w:rsidRPr="00013675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 w:rsidR="008E37F9" w:rsidRPr="00013675">
              <w:rPr>
                <w:rFonts w:ascii="Corbel" w:hAnsi="Corbel"/>
                <w:b w:val="0"/>
                <w:smallCaps w:val="0"/>
                <w:szCs w:val="24"/>
              </w:rPr>
              <w:t xml:space="preserve"> do bdb.</w:t>
            </w:r>
          </w:p>
        </w:tc>
      </w:tr>
    </w:tbl>
    <w:p w:rsidR="0085747A" w:rsidRPr="0001367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01367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13675">
        <w:rPr>
          <w:rFonts w:ascii="Corbel" w:hAnsi="Corbel"/>
          <w:b/>
          <w:sz w:val="24"/>
          <w:szCs w:val="24"/>
        </w:rPr>
        <w:t xml:space="preserve">5. </w:t>
      </w:r>
      <w:r w:rsidR="00C61DC5" w:rsidRPr="0001367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01367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4E55C4" w:rsidRPr="00013675" w:rsidTr="00C442B4">
        <w:tc>
          <w:tcPr>
            <w:tcW w:w="4962" w:type="dxa"/>
            <w:vAlign w:val="center"/>
          </w:tcPr>
          <w:p w:rsidR="004E55C4" w:rsidRPr="00013675" w:rsidRDefault="004E55C4" w:rsidP="00C442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13675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4E55C4" w:rsidRPr="00013675" w:rsidRDefault="004E55C4" w:rsidP="00C442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13675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E55C4" w:rsidRPr="00013675" w:rsidTr="00C442B4">
        <w:tc>
          <w:tcPr>
            <w:tcW w:w="4962" w:type="dxa"/>
          </w:tcPr>
          <w:p w:rsidR="004E55C4" w:rsidRPr="00013675" w:rsidRDefault="004E55C4" w:rsidP="00C442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367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4E55C4" w:rsidRPr="00013675" w:rsidRDefault="004E55C4" w:rsidP="00C442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13675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4E55C4" w:rsidRPr="00013675" w:rsidTr="00C442B4">
        <w:tc>
          <w:tcPr>
            <w:tcW w:w="4962" w:type="dxa"/>
          </w:tcPr>
          <w:p w:rsidR="004E55C4" w:rsidRPr="00013675" w:rsidRDefault="004E55C4" w:rsidP="00C442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3675">
              <w:rPr>
                <w:rFonts w:ascii="Corbel" w:hAnsi="Corbel"/>
                <w:sz w:val="24"/>
                <w:szCs w:val="24"/>
              </w:rPr>
              <w:lastRenderedPageBreak/>
              <w:t>Inne z udziałem nauczyciela akademickiego</w:t>
            </w:r>
          </w:p>
          <w:p w:rsidR="004E55C4" w:rsidRPr="00013675" w:rsidRDefault="004E55C4" w:rsidP="00C442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3675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4E55C4" w:rsidRPr="00013675" w:rsidRDefault="004E55C4" w:rsidP="00C442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1367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E55C4" w:rsidRPr="00013675" w:rsidTr="00C442B4">
        <w:tc>
          <w:tcPr>
            <w:tcW w:w="4962" w:type="dxa"/>
          </w:tcPr>
          <w:p w:rsidR="004E55C4" w:rsidRPr="00013675" w:rsidRDefault="004E55C4" w:rsidP="00C442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367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01367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01367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4E55C4" w:rsidRPr="00013675" w:rsidRDefault="004E55C4" w:rsidP="00C442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3675">
              <w:rPr>
                <w:rFonts w:ascii="Corbel" w:hAnsi="Corbel"/>
                <w:sz w:val="24"/>
                <w:szCs w:val="24"/>
              </w:rPr>
              <w:t>(przygotowanie do zajęć, studiowanie literatury, przygotowanie pracy projektowej)</w:t>
            </w:r>
          </w:p>
        </w:tc>
        <w:tc>
          <w:tcPr>
            <w:tcW w:w="4677" w:type="dxa"/>
          </w:tcPr>
          <w:p w:rsidR="004E55C4" w:rsidRPr="00013675" w:rsidRDefault="004E55C4" w:rsidP="00C442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13675"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="004E55C4" w:rsidRPr="00013675" w:rsidTr="00C442B4">
        <w:tc>
          <w:tcPr>
            <w:tcW w:w="4962" w:type="dxa"/>
          </w:tcPr>
          <w:p w:rsidR="004E55C4" w:rsidRPr="00013675" w:rsidRDefault="004E55C4" w:rsidP="00C442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367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4E55C4" w:rsidRPr="00013675" w:rsidRDefault="004E55C4" w:rsidP="00C442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13675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4E55C4" w:rsidRPr="00013675" w:rsidTr="00C442B4">
        <w:tc>
          <w:tcPr>
            <w:tcW w:w="4962" w:type="dxa"/>
          </w:tcPr>
          <w:p w:rsidR="004E55C4" w:rsidRPr="00013675" w:rsidRDefault="004E55C4" w:rsidP="00C442B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1367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4E55C4" w:rsidRPr="00013675" w:rsidRDefault="004E55C4" w:rsidP="00C442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13675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:rsidR="0085747A" w:rsidRPr="00013675" w:rsidRDefault="00923D7D" w:rsidP="004E55C4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01367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01367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01367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01367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13675">
        <w:rPr>
          <w:rFonts w:ascii="Corbel" w:hAnsi="Corbel"/>
          <w:smallCaps w:val="0"/>
          <w:szCs w:val="24"/>
        </w:rPr>
        <w:t xml:space="preserve">6. </w:t>
      </w:r>
      <w:r w:rsidR="0085747A" w:rsidRPr="00013675">
        <w:rPr>
          <w:rFonts w:ascii="Corbel" w:hAnsi="Corbel"/>
          <w:smallCaps w:val="0"/>
          <w:szCs w:val="24"/>
        </w:rPr>
        <w:t>PRAKTYKI ZAWO</w:t>
      </w:r>
      <w:r w:rsidR="009D3F3B" w:rsidRPr="00013675">
        <w:rPr>
          <w:rFonts w:ascii="Corbel" w:hAnsi="Corbel"/>
          <w:smallCaps w:val="0"/>
          <w:szCs w:val="24"/>
        </w:rPr>
        <w:t>DOWE W RAMACH PRZEDMIOTU</w:t>
      </w:r>
    </w:p>
    <w:p w:rsidR="0085747A" w:rsidRPr="0001367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013675" w:rsidTr="004E55C4">
        <w:trPr>
          <w:trHeight w:val="283"/>
        </w:trPr>
        <w:tc>
          <w:tcPr>
            <w:tcW w:w="4111" w:type="dxa"/>
          </w:tcPr>
          <w:p w:rsidR="0085747A" w:rsidRPr="0001367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85747A" w:rsidRPr="00013675" w:rsidRDefault="004E55C4" w:rsidP="004E55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013675" w:rsidTr="004E55C4">
        <w:trPr>
          <w:trHeight w:val="283"/>
        </w:trPr>
        <w:tc>
          <w:tcPr>
            <w:tcW w:w="4111" w:type="dxa"/>
          </w:tcPr>
          <w:p w:rsidR="0085747A" w:rsidRPr="0001367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85747A" w:rsidRPr="00013675" w:rsidRDefault="004E55C4" w:rsidP="004E55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01367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01367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13675">
        <w:rPr>
          <w:rFonts w:ascii="Corbel" w:hAnsi="Corbel"/>
          <w:smallCaps w:val="0"/>
          <w:szCs w:val="24"/>
        </w:rPr>
        <w:t xml:space="preserve">7. </w:t>
      </w:r>
      <w:r w:rsidR="0085747A" w:rsidRPr="00013675">
        <w:rPr>
          <w:rFonts w:ascii="Corbel" w:hAnsi="Corbel"/>
          <w:smallCaps w:val="0"/>
          <w:szCs w:val="24"/>
        </w:rPr>
        <w:t>LITERATURA</w:t>
      </w:r>
      <w:r w:rsidRPr="00013675">
        <w:rPr>
          <w:rFonts w:ascii="Corbel" w:hAnsi="Corbel"/>
          <w:smallCaps w:val="0"/>
          <w:szCs w:val="24"/>
        </w:rPr>
        <w:t xml:space="preserve"> </w:t>
      </w:r>
    </w:p>
    <w:p w:rsidR="00B96D60" w:rsidRPr="00013675" w:rsidRDefault="00B96D6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96D60" w:rsidRPr="00013675" w:rsidTr="004E55C4">
        <w:trPr>
          <w:trHeight w:val="397"/>
        </w:trPr>
        <w:tc>
          <w:tcPr>
            <w:tcW w:w="9639" w:type="dxa"/>
          </w:tcPr>
          <w:p w:rsidR="00B96D60" w:rsidRPr="00013675" w:rsidRDefault="00B96D60" w:rsidP="009320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C2B95" w:rsidRPr="00013675" w:rsidRDefault="007C2B95" w:rsidP="007C2B95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szCs w:val="24"/>
              </w:rPr>
              <w:t xml:space="preserve">Galińska E., </w:t>
            </w:r>
            <w:r w:rsidRPr="00013675">
              <w:rPr>
                <w:rFonts w:ascii="Corbel" w:hAnsi="Corbel"/>
                <w:b w:val="0"/>
                <w:i/>
                <w:smallCaps w:val="0"/>
                <w:szCs w:val="24"/>
              </w:rPr>
              <w:t>Muzykoterapia w terapii. Psychologiczne i fizjologiczne mechanizmy jej działania,</w:t>
            </w:r>
            <w:r w:rsidRPr="00013675">
              <w:rPr>
                <w:rFonts w:ascii="Corbel" w:hAnsi="Corbel"/>
                <w:b w:val="0"/>
                <w:smallCaps w:val="0"/>
                <w:szCs w:val="24"/>
              </w:rPr>
              <w:t xml:space="preserve"> Warszawa 2006.</w:t>
            </w:r>
          </w:p>
          <w:p w:rsidR="007C2B95" w:rsidRPr="00013675" w:rsidRDefault="007C2B95" w:rsidP="007C2B95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0136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Kierył</w:t>
            </w:r>
            <w:proofErr w:type="spellEnd"/>
            <w:r w:rsidRPr="000136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01367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Elementy terapii i profilaktyki muzycznej,</w:t>
            </w:r>
            <w:r w:rsidRPr="000136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2004. </w:t>
            </w:r>
          </w:p>
          <w:p w:rsidR="007C2B95" w:rsidRPr="00013675" w:rsidRDefault="007C2B95" w:rsidP="007C2B95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Konieczna – Nowak L., </w:t>
            </w:r>
            <w:r w:rsidRPr="0001367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Wprowadzenie do muzykoterapii,</w:t>
            </w:r>
            <w:r w:rsidR="004E55C4" w:rsidRPr="000136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0136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 2013.</w:t>
            </w:r>
          </w:p>
          <w:p w:rsidR="007C2B95" w:rsidRPr="00013675" w:rsidRDefault="007C2B95" w:rsidP="007C2B95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Konieczna E.J., </w:t>
            </w:r>
            <w:r w:rsidRPr="0001367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Arteterapia w teorii i praktyce, </w:t>
            </w:r>
            <w:r w:rsidRPr="000136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 2003.</w:t>
            </w:r>
          </w:p>
          <w:p w:rsidR="007C2B95" w:rsidRPr="00013675" w:rsidRDefault="007C2B95" w:rsidP="007C2B95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Lewandowska K., </w:t>
            </w:r>
            <w:r w:rsidRPr="0001367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Muzykoterapia dziecięca</w:t>
            </w:r>
            <w:r w:rsidRPr="000136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Gdańsk 2001.</w:t>
            </w:r>
          </w:p>
          <w:p w:rsidR="007C2B95" w:rsidRPr="00013675" w:rsidRDefault="007C2B95" w:rsidP="007C2B95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0136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Metera</w:t>
            </w:r>
            <w:proofErr w:type="spellEnd"/>
            <w:r w:rsidRPr="000136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</w:t>
            </w:r>
            <w:r w:rsidRPr="0001367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Muzykoterapia w medycynie i edukacji</w:t>
            </w:r>
            <w:r w:rsidRPr="000136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Leszno 2002.</w:t>
            </w:r>
          </w:p>
        </w:tc>
      </w:tr>
      <w:tr w:rsidR="00B96D60" w:rsidRPr="00013675" w:rsidTr="004E55C4">
        <w:trPr>
          <w:trHeight w:val="397"/>
        </w:trPr>
        <w:tc>
          <w:tcPr>
            <w:tcW w:w="9639" w:type="dxa"/>
          </w:tcPr>
          <w:p w:rsidR="00B96D60" w:rsidRPr="00013675" w:rsidRDefault="00B96D60" w:rsidP="009320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7C2B95" w:rsidRPr="00013675" w:rsidRDefault="007C2B95" w:rsidP="007C2B95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Gąsienica – Szostak A., </w:t>
            </w:r>
            <w:r w:rsidRPr="0001367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Muzykoterapia w rehabilitacji i profilaktyce,</w:t>
            </w:r>
            <w:r w:rsidRPr="000136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2003.</w:t>
            </w:r>
          </w:p>
          <w:p w:rsidR="007C2B95" w:rsidRPr="00013675" w:rsidRDefault="007C2B95" w:rsidP="007C2B95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Karolak W, Kaczorowska B. (red), </w:t>
            </w:r>
            <w:r w:rsidRPr="0001367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Arteterapia w medycynie i edukacji</w:t>
            </w:r>
            <w:r w:rsidRPr="000136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Łódź 2008.</w:t>
            </w:r>
          </w:p>
          <w:p w:rsidR="007C2B95" w:rsidRPr="00013675" w:rsidRDefault="007C2B95" w:rsidP="007C2B95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13675">
              <w:rPr>
                <w:rFonts w:ascii="Corbel" w:hAnsi="Corbel"/>
                <w:b w:val="0"/>
                <w:smallCaps w:val="0"/>
                <w:szCs w:val="24"/>
              </w:rPr>
              <w:t>Lecourt</w:t>
            </w:r>
            <w:proofErr w:type="spellEnd"/>
            <w:r w:rsidRPr="00013675">
              <w:rPr>
                <w:rFonts w:ascii="Corbel" w:hAnsi="Corbel"/>
                <w:b w:val="0"/>
                <w:smallCaps w:val="0"/>
                <w:szCs w:val="24"/>
              </w:rPr>
              <w:t xml:space="preserve"> E., </w:t>
            </w:r>
            <w:r w:rsidRPr="00013675">
              <w:rPr>
                <w:rFonts w:ascii="Corbel" w:hAnsi="Corbel"/>
                <w:b w:val="0"/>
                <w:i/>
                <w:smallCaps w:val="0"/>
                <w:szCs w:val="24"/>
              </w:rPr>
              <w:t>Muzykoterapia czyli jak wykorzystać siłę dźwięków</w:t>
            </w:r>
            <w:r w:rsidRPr="00013675">
              <w:rPr>
                <w:rFonts w:ascii="Corbel" w:hAnsi="Corbel"/>
                <w:b w:val="0"/>
                <w:smallCaps w:val="0"/>
                <w:szCs w:val="24"/>
              </w:rPr>
              <w:t>, Chorzów 2008.</w:t>
            </w:r>
          </w:p>
          <w:p w:rsidR="007C2B95" w:rsidRPr="00013675" w:rsidRDefault="007C2B95" w:rsidP="007C2B95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0136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Lecourt</w:t>
            </w:r>
            <w:proofErr w:type="spellEnd"/>
            <w:r w:rsidRPr="000136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E., </w:t>
            </w:r>
            <w:r w:rsidRPr="0001367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Muzykoterapia czyli jak wykorzystać siłę dźwięków,</w:t>
            </w:r>
            <w:r w:rsidRPr="000136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Chorzów 2008.</w:t>
            </w:r>
          </w:p>
          <w:p w:rsidR="007C2B95" w:rsidRPr="00013675" w:rsidRDefault="007C2B95" w:rsidP="007C2B95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0136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Metera</w:t>
            </w:r>
            <w:proofErr w:type="spellEnd"/>
            <w:r w:rsidRPr="000136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Muzykoterapia. </w:t>
            </w:r>
            <w:r w:rsidRPr="0001367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Muzyka w medycynie i edukacji,</w:t>
            </w:r>
            <w:r w:rsidRPr="000136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Leszno 2002.</w:t>
            </w:r>
          </w:p>
          <w:p w:rsidR="007C2B95" w:rsidRPr="00013675" w:rsidRDefault="007C2B95" w:rsidP="007C2B95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Natanson T., </w:t>
            </w:r>
            <w:r w:rsidRPr="0001367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Wstęp do nauki o muzykoterapii,</w:t>
            </w:r>
            <w:r w:rsidRPr="000136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Wrocław 1997.</w:t>
            </w:r>
          </w:p>
          <w:p w:rsidR="007C2B95" w:rsidRPr="00013675" w:rsidRDefault="007C2B95" w:rsidP="007C2B95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0136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Natanson.T</w:t>
            </w:r>
            <w:proofErr w:type="spellEnd"/>
            <w:r w:rsidRPr="000136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01367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Programowanie muzyki terapeutycznej. Zarys podstaw teoretycznych,</w:t>
            </w:r>
            <w:r w:rsidRPr="000136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Wrocław 1992.</w:t>
            </w:r>
          </w:p>
          <w:p w:rsidR="007C2B95" w:rsidRPr="00013675" w:rsidRDefault="007C2B95" w:rsidP="007C2B95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Raszewska M., Kuleczka W., </w:t>
            </w:r>
            <w:r w:rsidRPr="0001367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Muzyka otwiera nam świat</w:t>
            </w:r>
            <w:r w:rsidRPr="000136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Gdańska 2009</w:t>
            </w:r>
          </w:p>
          <w:p w:rsidR="007C2B95" w:rsidRPr="00013675" w:rsidRDefault="007C2B95" w:rsidP="007C2B95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Stadnicka J., </w:t>
            </w:r>
            <w:r w:rsidRPr="0001367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Terapia dzieci muzyką, ruchem i mową,</w:t>
            </w:r>
            <w:r w:rsidRPr="000136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1998.</w:t>
            </w:r>
          </w:p>
          <w:p w:rsidR="007C2B95" w:rsidRPr="00013675" w:rsidRDefault="007C2B95" w:rsidP="004E55C4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Zalewski M., </w:t>
            </w:r>
            <w:r w:rsidRPr="0001367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Muzyczna zabawa,</w:t>
            </w:r>
            <w:r w:rsidRPr="000136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Rzeszów 2008.</w:t>
            </w:r>
          </w:p>
        </w:tc>
      </w:tr>
    </w:tbl>
    <w:p w:rsidR="0085747A" w:rsidRPr="0001367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013675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01367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57F8B" w:rsidRPr="00013675" w:rsidRDefault="00457F8B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57F8B" w:rsidRPr="00013675" w:rsidRDefault="00457F8B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57F8B" w:rsidRPr="00013675" w:rsidRDefault="00457F8B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57F8B" w:rsidRPr="00013675" w:rsidRDefault="00457F8B" w:rsidP="00457F8B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457F8B" w:rsidRPr="0001367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3DA9" w:rsidRDefault="005C3DA9" w:rsidP="00C16ABF">
      <w:pPr>
        <w:spacing w:after="0" w:line="240" w:lineRule="auto"/>
      </w:pPr>
      <w:r>
        <w:separator/>
      </w:r>
    </w:p>
  </w:endnote>
  <w:endnote w:type="continuationSeparator" w:id="0">
    <w:p w:rsidR="005C3DA9" w:rsidRDefault="005C3DA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3DA9" w:rsidRDefault="005C3DA9" w:rsidP="00C16ABF">
      <w:pPr>
        <w:spacing w:after="0" w:line="240" w:lineRule="auto"/>
      </w:pPr>
      <w:r>
        <w:separator/>
      </w:r>
    </w:p>
  </w:footnote>
  <w:footnote w:type="continuationSeparator" w:id="0">
    <w:p w:rsidR="005C3DA9" w:rsidRDefault="005C3DA9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622FE"/>
    <w:multiLevelType w:val="hybridMultilevel"/>
    <w:tmpl w:val="F236B42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842258"/>
    <w:multiLevelType w:val="hybridMultilevel"/>
    <w:tmpl w:val="A2CC07B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082CC0"/>
    <w:multiLevelType w:val="hybridMultilevel"/>
    <w:tmpl w:val="1BBAF66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3E1880"/>
    <w:multiLevelType w:val="hybridMultilevel"/>
    <w:tmpl w:val="2DAEB42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8A173B"/>
    <w:multiLevelType w:val="hybridMultilevel"/>
    <w:tmpl w:val="B8F4F62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533CD4"/>
    <w:multiLevelType w:val="hybridMultilevel"/>
    <w:tmpl w:val="9CBEC05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6"/>
  </w:num>
  <w:num w:numId="5">
    <w:abstractNumId w:val="1"/>
  </w:num>
  <w:num w:numId="6">
    <w:abstractNumId w:val="5"/>
  </w:num>
  <w:num w:numId="7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3675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071B"/>
    <w:rsid w:val="000A296F"/>
    <w:rsid w:val="000A2A28"/>
    <w:rsid w:val="000A3CDF"/>
    <w:rsid w:val="000B192D"/>
    <w:rsid w:val="000B28EE"/>
    <w:rsid w:val="000B3E37"/>
    <w:rsid w:val="000D04B0"/>
    <w:rsid w:val="000F1C57"/>
    <w:rsid w:val="000F4B28"/>
    <w:rsid w:val="000F5615"/>
    <w:rsid w:val="0010459E"/>
    <w:rsid w:val="00123F3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94DF8"/>
    <w:rsid w:val="001970F2"/>
    <w:rsid w:val="001A70D2"/>
    <w:rsid w:val="001D657B"/>
    <w:rsid w:val="001D7B54"/>
    <w:rsid w:val="001E0209"/>
    <w:rsid w:val="001F2CA2"/>
    <w:rsid w:val="002027C4"/>
    <w:rsid w:val="00205181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4444"/>
    <w:rsid w:val="002D3375"/>
    <w:rsid w:val="002D73D4"/>
    <w:rsid w:val="002F02A3"/>
    <w:rsid w:val="002F4ABE"/>
    <w:rsid w:val="002F5EED"/>
    <w:rsid w:val="003018BA"/>
    <w:rsid w:val="0030395F"/>
    <w:rsid w:val="00305C92"/>
    <w:rsid w:val="003151C5"/>
    <w:rsid w:val="003343CF"/>
    <w:rsid w:val="00345C09"/>
    <w:rsid w:val="00346FE9"/>
    <w:rsid w:val="0034759A"/>
    <w:rsid w:val="003503F6"/>
    <w:rsid w:val="003530DD"/>
    <w:rsid w:val="00363F78"/>
    <w:rsid w:val="00374D79"/>
    <w:rsid w:val="003A0A5B"/>
    <w:rsid w:val="003A1176"/>
    <w:rsid w:val="003C0BAE"/>
    <w:rsid w:val="003D18A9"/>
    <w:rsid w:val="003D6CE2"/>
    <w:rsid w:val="003E0D8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7F8B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55C4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85EB8"/>
    <w:rsid w:val="0059484D"/>
    <w:rsid w:val="005A0855"/>
    <w:rsid w:val="005A3196"/>
    <w:rsid w:val="005A7DB6"/>
    <w:rsid w:val="005C080F"/>
    <w:rsid w:val="005C3DA9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66C8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65C"/>
    <w:rsid w:val="007A4022"/>
    <w:rsid w:val="007A6E6E"/>
    <w:rsid w:val="007B7FDF"/>
    <w:rsid w:val="007C2B95"/>
    <w:rsid w:val="007C3299"/>
    <w:rsid w:val="007C3BCC"/>
    <w:rsid w:val="007C4546"/>
    <w:rsid w:val="007D6E56"/>
    <w:rsid w:val="007F4155"/>
    <w:rsid w:val="0081378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A54B5"/>
    <w:rsid w:val="008A6CFE"/>
    <w:rsid w:val="008C0CC0"/>
    <w:rsid w:val="008C19A9"/>
    <w:rsid w:val="008C379D"/>
    <w:rsid w:val="008C5147"/>
    <w:rsid w:val="008C5359"/>
    <w:rsid w:val="008C5363"/>
    <w:rsid w:val="008D3DFB"/>
    <w:rsid w:val="008E37F9"/>
    <w:rsid w:val="008E4867"/>
    <w:rsid w:val="008E5A94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1F18"/>
    <w:rsid w:val="009A78D9"/>
    <w:rsid w:val="009C3E31"/>
    <w:rsid w:val="009C54AE"/>
    <w:rsid w:val="009C788E"/>
    <w:rsid w:val="009D3F3B"/>
    <w:rsid w:val="009D6A5F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4271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6D60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0A76"/>
    <w:rsid w:val="00C26CB7"/>
    <w:rsid w:val="00C324C1"/>
    <w:rsid w:val="00C338EB"/>
    <w:rsid w:val="00C36992"/>
    <w:rsid w:val="00C44462"/>
    <w:rsid w:val="00C56036"/>
    <w:rsid w:val="00C61DC5"/>
    <w:rsid w:val="00C67E92"/>
    <w:rsid w:val="00C70A26"/>
    <w:rsid w:val="00C766DF"/>
    <w:rsid w:val="00C93F54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03977"/>
    <w:rsid w:val="00D04EC8"/>
    <w:rsid w:val="00D12590"/>
    <w:rsid w:val="00D17C3C"/>
    <w:rsid w:val="00D22447"/>
    <w:rsid w:val="00D26B2C"/>
    <w:rsid w:val="00D352C9"/>
    <w:rsid w:val="00D42282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2937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2AFD"/>
    <w:rsid w:val="00F17567"/>
    <w:rsid w:val="00F27A7B"/>
    <w:rsid w:val="00F526AF"/>
    <w:rsid w:val="00F617C3"/>
    <w:rsid w:val="00F7066B"/>
    <w:rsid w:val="00F74B48"/>
    <w:rsid w:val="00F83B28"/>
    <w:rsid w:val="00F974DA"/>
    <w:rsid w:val="00FA46E5"/>
    <w:rsid w:val="00FB37CF"/>
    <w:rsid w:val="00FB7DBA"/>
    <w:rsid w:val="00FC0B21"/>
    <w:rsid w:val="00FC1C25"/>
    <w:rsid w:val="00FC3F45"/>
    <w:rsid w:val="00FD503F"/>
    <w:rsid w:val="00FD555A"/>
    <w:rsid w:val="00FD7589"/>
    <w:rsid w:val="00FE3A93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3F93C"/>
  <w15:docId w15:val="{D9FC1B32-38B1-49C8-87C7-C5894C0DF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E48175-D5CD-4375-9C11-2D474C193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1048</Words>
  <Characters>6291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6</cp:revision>
  <cp:lastPrinted>2019-02-06T12:12:00Z</cp:lastPrinted>
  <dcterms:created xsi:type="dcterms:W3CDTF">2020-04-01T06:28:00Z</dcterms:created>
  <dcterms:modified xsi:type="dcterms:W3CDTF">2021-09-06T10:33:00Z</dcterms:modified>
</cp:coreProperties>
</file>